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72194" w14:textId="77777777" w:rsidR="008459BE" w:rsidRPr="004B5186" w:rsidRDefault="008459BE" w:rsidP="008C76E5">
      <w:pPr>
        <w:spacing w:after="0"/>
      </w:pPr>
    </w:p>
    <w:tbl>
      <w:tblPr>
        <w:tblW w:w="10331" w:type="dxa"/>
        <w:tblInd w:w="-4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8"/>
        <w:gridCol w:w="4346"/>
        <w:gridCol w:w="1417"/>
      </w:tblGrid>
      <w:tr w:rsidR="008459BE" w:rsidRPr="00D435CD" w14:paraId="550A5564" w14:textId="77777777" w:rsidTr="00741428">
        <w:trPr>
          <w:cantSplit/>
          <w:trHeight w:val="380"/>
        </w:trPr>
        <w:tc>
          <w:tcPr>
            <w:tcW w:w="10331" w:type="dxa"/>
            <w:gridSpan w:val="3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7EE3E79E" w14:textId="14610B72" w:rsidR="00F60EED" w:rsidRDefault="00F60EED" w:rsidP="008D5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sz w:val="24"/>
                <w:szCs w:val="24"/>
                <w:lang w:eastAsia="sk-SK"/>
              </w:rPr>
            </w:pPr>
          </w:p>
          <w:p w14:paraId="1D5E23D7" w14:textId="301B2A1F" w:rsidR="00F60EED" w:rsidRDefault="00FB70BD" w:rsidP="00FB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sz w:val="24"/>
                <w:szCs w:val="24"/>
                <w:lang w:eastAsia="sk-SK"/>
              </w:rPr>
            </w:pPr>
            <w:r>
              <w:rPr>
                <w:rFonts w:ascii="ArialMT" w:hAnsi="ArialMT" w:cs="ArialMT"/>
                <w:sz w:val="24"/>
                <w:szCs w:val="24"/>
                <w:lang w:eastAsia="sk-SK"/>
              </w:rPr>
              <w:t>SO 01 – Revitalizácia sklárstva (Elektroinštalácia)</w:t>
            </w:r>
          </w:p>
          <w:p w14:paraId="76AFE5A8" w14:textId="421E3EDB" w:rsidR="00F60EED" w:rsidRPr="009B7F4C" w:rsidRDefault="00F60EED" w:rsidP="009B7F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sz w:val="24"/>
                <w:szCs w:val="24"/>
                <w:lang w:eastAsia="sk-SK"/>
              </w:rPr>
            </w:pPr>
          </w:p>
        </w:tc>
      </w:tr>
      <w:tr w:rsidR="008459BE" w:rsidRPr="00D435CD" w14:paraId="7D8D64BC" w14:textId="77777777" w:rsidTr="00741428">
        <w:trPr>
          <w:cantSplit/>
          <w:trHeight w:val="380"/>
        </w:trPr>
        <w:tc>
          <w:tcPr>
            <w:tcW w:w="8914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14:paraId="087AC4CF" w14:textId="1A5D6785" w:rsidR="008459BE" w:rsidRPr="006F6FB6" w:rsidRDefault="00A03EC2" w:rsidP="006060A9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Prvá etapa projektu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14:paraId="68DCE6C1" w14:textId="77777777" w:rsidR="008459BE" w:rsidRPr="006F6FB6" w:rsidRDefault="008459BE" w:rsidP="006060A9">
            <w:pPr>
              <w:spacing w:after="0"/>
              <w:rPr>
                <w:b/>
                <w:sz w:val="20"/>
                <w:szCs w:val="20"/>
              </w:rPr>
            </w:pPr>
            <w:r w:rsidRPr="006F6FB6">
              <w:rPr>
                <w:b/>
                <w:sz w:val="20"/>
                <w:szCs w:val="20"/>
              </w:rPr>
              <w:t>Č. výkresu</w:t>
            </w:r>
          </w:p>
        </w:tc>
      </w:tr>
      <w:tr w:rsidR="008459BE" w14:paraId="386E6C87" w14:textId="77777777" w:rsidTr="00741428">
        <w:trPr>
          <w:cantSplit/>
          <w:trHeight w:val="397"/>
        </w:trPr>
        <w:tc>
          <w:tcPr>
            <w:tcW w:w="891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45E6C58" w14:textId="77777777" w:rsidR="008459BE" w:rsidRPr="00DA0B3F" w:rsidRDefault="008459BE" w:rsidP="006060A9">
            <w:pPr>
              <w:spacing w:after="0"/>
              <w:ind w:left="366"/>
            </w:pPr>
            <w:r w:rsidRPr="00DA0B3F">
              <w:rPr>
                <w:b/>
              </w:rPr>
              <w:t>Písomnosti: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14:paraId="256F431D" w14:textId="77777777" w:rsidR="008459BE" w:rsidRDefault="008459BE" w:rsidP="00571FA5">
            <w:pPr>
              <w:spacing w:after="0"/>
              <w:jc w:val="center"/>
            </w:pPr>
          </w:p>
        </w:tc>
      </w:tr>
      <w:tr w:rsidR="008459BE" w14:paraId="10044C6A" w14:textId="77777777" w:rsidTr="00741428">
        <w:trPr>
          <w:cantSplit/>
          <w:trHeight w:val="397"/>
        </w:trPr>
        <w:tc>
          <w:tcPr>
            <w:tcW w:w="891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F464B55" w14:textId="4CE93976" w:rsidR="008459BE" w:rsidRPr="00DA0B3F" w:rsidRDefault="00EF2D26" w:rsidP="00E60147">
            <w:pPr>
              <w:spacing w:after="0"/>
              <w:ind w:left="650"/>
            </w:pPr>
            <w:r>
              <w:t>Protokol o určení vonkajších vplyvov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14:paraId="46C50958" w14:textId="77777777" w:rsidR="008459BE" w:rsidRDefault="008459BE" w:rsidP="00E60147">
            <w:pPr>
              <w:spacing w:after="0"/>
              <w:jc w:val="center"/>
            </w:pPr>
          </w:p>
        </w:tc>
      </w:tr>
      <w:tr w:rsidR="00EF2D26" w14:paraId="4CC6373F" w14:textId="77777777" w:rsidTr="00741428">
        <w:trPr>
          <w:cantSplit/>
          <w:trHeight w:val="397"/>
        </w:trPr>
        <w:tc>
          <w:tcPr>
            <w:tcW w:w="891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78B1FF3" w14:textId="0CD002C4" w:rsidR="00EF2D26" w:rsidRPr="00DC05AA" w:rsidRDefault="00EF2D26" w:rsidP="006060A9">
            <w:pPr>
              <w:spacing w:after="0"/>
              <w:ind w:left="650"/>
            </w:pPr>
            <w:r w:rsidRPr="00DA0B3F">
              <w:t>Technická správa</w:t>
            </w:r>
            <w:r w:rsidR="0003795B">
              <w:t xml:space="preserve"> I.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14:paraId="3F557715" w14:textId="18348853" w:rsidR="00EF2D26" w:rsidRDefault="00EF2D26" w:rsidP="00571FA5">
            <w:pPr>
              <w:spacing w:after="0"/>
              <w:jc w:val="center"/>
            </w:pPr>
            <w:r>
              <w:t>TS</w:t>
            </w:r>
          </w:p>
        </w:tc>
      </w:tr>
      <w:tr w:rsidR="008459BE" w14:paraId="3F39E585" w14:textId="77777777" w:rsidTr="00741428">
        <w:trPr>
          <w:cantSplit/>
          <w:trHeight w:val="397"/>
        </w:trPr>
        <w:tc>
          <w:tcPr>
            <w:tcW w:w="891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4D302E3" w14:textId="77777777" w:rsidR="008459BE" w:rsidRPr="00DC05AA" w:rsidRDefault="008459BE" w:rsidP="006060A9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14:paraId="6E2291A2" w14:textId="77777777" w:rsidR="008459BE" w:rsidRDefault="008459BE" w:rsidP="00571FA5">
            <w:pPr>
              <w:spacing w:after="0"/>
              <w:jc w:val="center"/>
            </w:pPr>
          </w:p>
        </w:tc>
      </w:tr>
      <w:tr w:rsidR="008459BE" w14:paraId="16F5926E" w14:textId="77777777" w:rsidTr="00741428">
        <w:trPr>
          <w:cantSplit/>
          <w:trHeight w:val="397"/>
        </w:trPr>
        <w:tc>
          <w:tcPr>
            <w:tcW w:w="891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B26E7EC" w14:textId="77777777" w:rsidR="008459BE" w:rsidRPr="00DA0B3F" w:rsidRDefault="008459BE" w:rsidP="006060A9">
            <w:pPr>
              <w:spacing w:after="0"/>
              <w:ind w:left="366"/>
              <w:rPr>
                <w:b/>
              </w:rPr>
            </w:pPr>
            <w:r w:rsidRPr="00DA0B3F">
              <w:rPr>
                <w:b/>
              </w:rPr>
              <w:t>Výkresy: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14:paraId="0E9C22F4" w14:textId="77777777" w:rsidR="008459BE" w:rsidRDefault="008459BE" w:rsidP="00571FA5">
            <w:pPr>
              <w:spacing w:after="0"/>
              <w:jc w:val="center"/>
            </w:pPr>
          </w:p>
        </w:tc>
      </w:tr>
      <w:tr w:rsidR="00BE5376" w14:paraId="64B9E28D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47F355" w14:textId="0A05DD48" w:rsidR="00BE5376" w:rsidRPr="00DD66FB" w:rsidRDefault="00BE5376" w:rsidP="00D77E01">
            <w:pPr>
              <w:spacing w:after="0"/>
              <w:ind w:left="650"/>
            </w:pPr>
            <w:r w:rsidRPr="00DD66FB">
              <w:t>Pôdorys 1.</w:t>
            </w:r>
            <w:r w:rsidR="00F34D9E">
              <w:t>N</w:t>
            </w:r>
            <w:r w:rsidRPr="00DD66FB">
              <w:t xml:space="preserve">P </w:t>
            </w:r>
            <w:r w:rsidR="00F34D9E">
              <w:t>–</w:t>
            </w:r>
            <w:r w:rsidRPr="00DD66FB">
              <w:t xml:space="preserve"> </w:t>
            </w:r>
            <w:r w:rsidR="00F34D9E">
              <w:t>zásuvkové obvody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FF4ABE" w14:textId="1E72BC34" w:rsidR="00BE5376" w:rsidRPr="00DA0B3F" w:rsidRDefault="007C5BDC" w:rsidP="007E659B">
            <w:pPr>
              <w:spacing w:after="0"/>
              <w:ind w:left="650"/>
              <w:jc w:val="center"/>
            </w:pPr>
            <w:r>
              <w:t>ELI-01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DE3517D" w14:textId="77777777" w:rsidR="00BE5376" w:rsidRPr="003376E9" w:rsidRDefault="00BE5376" w:rsidP="00D77E01">
            <w:pPr>
              <w:spacing w:after="0"/>
              <w:ind w:left="650"/>
            </w:pPr>
            <w:r w:rsidRPr="003376E9">
              <w:t>01</w:t>
            </w:r>
          </w:p>
        </w:tc>
      </w:tr>
      <w:tr w:rsidR="00BE5376" w14:paraId="667DA860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C2070" w14:textId="46C60D9D" w:rsidR="00BE5376" w:rsidRPr="00DD66FB" w:rsidRDefault="00BE5376" w:rsidP="004620F1">
            <w:pPr>
              <w:spacing w:after="0"/>
              <w:ind w:left="650"/>
            </w:pPr>
            <w:r w:rsidRPr="00DD66FB">
              <w:t xml:space="preserve">Pôdorys </w:t>
            </w:r>
            <w:r w:rsidR="009F4F62">
              <w:t>2</w:t>
            </w:r>
            <w:r w:rsidRPr="00DD66FB">
              <w:t xml:space="preserve">.NP </w:t>
            </w:r>
            <w:r w:rsidR="00F34D9E">
              <w:t>–</w:t>
            </w:r>
            <w:r w:rsidRPr="00DD66FB">
              <w:t xml:space="preserve"> </w:t>
            </w:r>
            <w:r w:rsidR="009F4F62">
              <w:t>zásuvkové obvody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82F0F" w14:textId="32AAEB09" w:rsidR="00BE5376" w:rsidRDefault="007C5BDC" w:rsidP="007E659B">
            <w:pPr>
              <w:spacing w:after="0"/>
              <w:ind w:left="650"/>
              <w:jc w:val="center"/>
            </w:pPr>
            <w:r>
              <w:t>ELI-02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4F21788" w14:textId="698DC794" w:rsidR="00BE5376" w:rsidRPr="003376E9" w:rsidRDefault="00BE5376" w:rsidP="004620F1">
            <w:pPr>
              <w:spacing w:after="0"/>
              <w:ind w:left="650"/>
            </w:pPr>
            <w:r w:rsidRPr="003376E9">
              <w:t>02</w:t>
            </w:r>
          </w:p>
        </w:tc>
      </w:tr>
      <w:tr w:rsidR="00BE5376" w14:paraId="289619FC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E3437" w14:textId="1D37C92B" w:rsidR="00BE5376" w:rsidRPr="00DD66FB" w:rsidRDefault="00BE5376" w:rsidP="004620F1">
            <w:pPr>
              <w:spacing w:after="0"/>
              <w:ind w:left="650"/>
            </w:pPr>
            <w:r w:rsidRPr="00DD66FB">
              <w:t xml:space="preserve">Pôdorys </w:t>
            </w:r>
            <w:r w:rsidR="009F4F62">
              <w:t>1</w:t>
            </w:r>
            <w:r w:rsidRPr="00DD66FB">
              <w:t xml:space="preserve">.NP </w:t>
            </w:r>
            <w:r w:rsidR="00F34D9E">
              <w:t>–</w:t>
            </w:r>
            <w:r w:rsidRPr="00DD66FB">
              <w:t xml:space="preserve"> </w:t>
            </w:r>
            <w:r w:rsidR="009F4F62">
              <w:t>svetelné obvody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A5661" w14:textId="6207916F" w:rsidR="00BE5376" w:rsidRDefault="007C5BDC" w:rsidP="007E659B">
            <w:pPr>
              <w:spacing w:after="0"/>
              <w:ind w:left="650"/>
              <w:jc w:val="center"/>
            </w:pPr>
            <w:r>
              <w:t>ELI-03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C007505" w14:textId="338AA349" w:rsidR="00BE5376" w:rsidRPr="003376E9" w:rsidRDefault="00BE5376" w:rsidP="004620F1">
            <w:pPr>
              <w:spacing w:after="0"/>
              <w:ind w:left="650"/>
            </w:pPr>
            <w:r w:rsidRPr="003376E9">
              <w:t>03</w:t>
            </w:r>
          </w:p>
        </w:tc>
      </w:tr>
      <w:tr w:rsidR="00BE5376" w14:paraId="6E387AAB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96C71" w14:textId="5EFFBAE6" w:rsidR="00BE5376" w:rsidRPr="00DD66FB" w:rsidRDefault="00BE5376" w:rsidP="004620F1">
            <w:pPr>
              <w:spacing w:after="0"/>
              <w:ind w:left="650"/>
            </w:pPr>
            <w:r w:rsidRPr="00DD66FB">
              <w:t xml:space="preserve">Pôdorys </w:t>
            </w:r>
            <w:r w:rsidR="009F4F62">
              <w:t>2</w:t>
            </w:r>
            <w:r w:rsidRPr="00DD66FB">
              <w:t xml:space="preserve">.NP </w:t>
            </w:r>
            <w:r w:rsidR="00F34D9E">
              <w:t>–</w:t>
            </w:r>
            <w:r w:rsidRPr="00DD66FB">
              <w:t xml:space="preserve"> </w:t>
            </w:r>
            <w:r w:rsidR="00F34D9E">
              <w:t>svetelné obvody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9BFCD" w14:textId="57632F02" w:rsidR="00BE5376" w:rsidRDefault="007C5BDC" w:rsidP="007E659B">
            <w:pPr>
              <w:spacing w:after="0"/>
              <w:ind w:left="650"/>
              <w:jc w:val="center"/>
            </w:pPr>
            <w:r>
              <w:t>ELI-04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27FDC70" w14:textId="693F7FDA" w:rsidR="00BE5376" w:rsidRPr="003376E9" w:rsidRDefault="00BE5376" w:rsidP="004620F1">
            <w:pPr>
              <w:spacing w:after="0"/>
              <w:ind w:left="650"/>
            </w:pPr>
            <w:r w:rsidRPr="003376E9">
              <w:t>04</w:t>
            </w:r>
          </w:p>
        </w:tc>
      </w:tr>
      <w:tr w:rsidR="00BE5376" w14:paraId="0BD919DB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7D430" w14:textId="6141622D" w:rsidR="00BE5376" w:rsidRPr="00DD66FB" w:rsidRDefault="009F4F62" w:rsidP="009F4F62">
            <w:pPr>
              <w:spacing w:after="0"/>
            </w:pPr>
            <w:r>
              <w:t xml:space="preserve">             Pôdorys 1.NP – núdzové osvetlenie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914D" w14:textId="130F37D8" w:rsidR="00BE5376" w:rsidRDefault="007C5BDC" w:rsidP="007E659B">
            <w:pPr>
              <w:spacing w:after="0"/>
              <w:ind w:left="650"/>
              <w:jc w:val="center"/>
            </w:pPr>
            <w:r>
              <w:t>ELI-05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A52F6F6" w14:textId="0371563C" w:rsidR="00BE5376" w:rsidRPr="003376E9" w:rsidRDefault="00BE5376" w:rsidP="004620F1">
            <w:pPr>
              <w:spacing w:after="0"/>
              <w:ind w:left="650"/>
            </w:pPr>
            <w:r w:rsidRPr="003376E9">
              <w:t>05</w:t>
            </w:r>
          </w:p>
        </w:tc>
      </w:tr>
      <w:tr w:rsidR="00BE5376" w14:paraId="6D340318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FAC7B" w14:textId="4A20C766" w:rsidR="00BE5376" w:rsidRPr="00DD66FB" w:rsidRDefault="00C00365" w:rsidP="004620F1">
            <w:pPr>
              <w:spacing w:after="0"/>
              <w:ind w:left="650"/>
            </w:pPr>
            <w:r>
              <w:t>Pôdorys 2.NP – núdzové osvetlenie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3040" w14:textId="49DE2452" w:rsidR="00BE5376" w:rsidRDefault="007C5BDC" w:rsidP="007E659B">
            <w:pPr>
              <w:spacing w:after="0"/>
              <w:ind w:left="650"/>
              <w:jc w:val="center"/>
            </w:pPr>
            <w:r>
              <w:t>ELI-06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562DFE3" w14:textId="358818CB" w:rsidR="00BE5376" w:rsidRPr="003376E9" w:rsidRDefault="00BE5376" w:rsidP="004620F1">
            <w:pPr>
              <w:spacing w:after="0"/>
              <w:ind w:left="650"/>
            </w:pPr>
            <w:r w:rsidRPr="003376E9">
              <w:t>06</w:t>
            </w:r>
          </w:p>
        </w:tc>
      </w:tr>
      <w:tr w:rsidR="009204CD" w14:paraId="568C190A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84302C" w14:textId="268C1A8C" w:rsidR="009204CD" w:rsidRPr="00DD66FB" w:rsidRDefault="00C00365" w:rsidP="009204CD">
            <w:pPr>
              <w:spacing w:after="0"/>
              <w:ind w:left="650"/>
            </w:pPr>
            <w:r>
              <w:t>Rozvádzač R1</w:t>
            </w:r>
            <w:r w:rsidR="00E81AFB">
              <w:t>.1</w:t>
            </w:r>
            <w:r w:rsidR="00D75DB8">
              <w:t xml:space="preserve"> – jednopólová schéma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8DCC66" w14:textId="12E5F017" w:rsidR="009204CD" w:rsidRDefault="007E659B" w:rsidP="007E659B">
            <w:pPr>
              <w:spacing w:after="0"/>
              <w:ind w:left="650"/>
              <w:jc w:val="center"/>
            </w:pPr>
            <w:r>
              <w:t>ELI-07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BE76149" w14:textId="2B264CAD" w:rsidR="009204CD" w:rsidRPr="003376E9" w:rsidRDefault="009204CD" w:rsidP="009204CD">
            <w:pPr>
              <w:spacing w:after="0"/>
              <w:ind w:left="650"/>
            </w:pPr>
            <w:r w:rsidRPr="003376E9">
              <w:t>07</w:t>
            </w:r>
          </w:p>
        </w:tc>
      </w:tr>
      <w:tr w:rsidR="009204CD" w14:paraId="4EC34BBA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120ED7" w14:textId="17591E55" w:rsidR="009204CD" w:rsidRPr="00DD66FB" w:rsidRDefault="00D75DB8" w:rsidP="009204CD">
            <w:pPr>
              <w:spacing w:after="0"/>
              <w:ind w:left="650"/>
            </w:pPr>
            <w:r>
              <w:t>Rozvádzač R</w:t>
            </w:r>
            <w:r w:rsidR="00E81AFB">
              <w:t>1.2</w:t>
            </w:r>
            <w:r>
              <w:t xml:space="preserve"> – jednopólová schéma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D02ACB" w14:textId="6C141C30" w:rsidR="009204CD" w:rsidRDefault="00676E7B" w:rsidP="009204CD">
            <w:pPr>
              <w:spacing w:after="0"/>
              <w:ind w:left="650"/>
            </w:pPr>
            <w:r>
              <w:t xml:space="preserve">                              ELI-08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7067BAB" w14:textId="47184552" w:rsidR="009204CD" w:rsidRPr="003376E9" w:rsidRDefault="009204CD" w:rsidP="009204CD">
            <w:pPr>
              <w:spacing w:after="0"/>
              <w:ind w:left="650"/>
            </w:pPr>
            <w:r>
              <w:t>08</w:t>
            </w:r>
          </w:p>
        </w:tc>
      </w:tr>
      <w:tr w:rsidR="009204CD" w14:paraId="64F6FCEA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6FED" w14:textId="4345C04F" w:rsidR="009204CD" w:rsidRPr="00DD66FB" w:rsidRDefault="00E81AFB" w:rsidP="009204CD">
            <w:pPr>
              <w:spacing w:after="0"/>
              <w:ind w:left="650"/>
            </w:pPr>
            <w:r>
              <w:t>Rozvádzač R2 – jednopólová schéma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605B" w14:textId="639799ED" w:rsidR="009204CD" w:rsidRDefault="00E81AFB" w:rsidP="009204CD">
            <w:pPr>
              <w:spacing w:after="0"/>
              <w:ind w:left="650"/>
            </w:pPr>
            <w:r>
              <w:t xml:space="preserve">                              ELI-09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FED7D91" w14:textId="73D695F2" w:rsidR="009204CD" w:rsidRPr="003376E9" w:rsidRDefault="00E81AFB" w:rsidP="009204CD">
            <w:pPr>
              <w:spacing w:after="0"/>
              <w:ind w:left="650"/>
            </w:pPr>
            <w:r>
              <w:t>09</w:t>
            </w:r>
          </w:p>
        </w:tc>
      </w:tr>
      <w:tr w:rsidR="00CC55C5" w14:paraId="73EF6977" w14:textId="77777777" w:rsidTr="0032758A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52761" w14:textId="67514941" w:rsidR="00CC55C5" w:rsidRPr="00DD66FB" w:rsidRDefault="00CC55C5" w:rsidP="00CC55C5">
            <w:pPr>
              <w:spacing w:after="0"/>
              <w:ind w:left="650"/>
            </w:pP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8CAE38" w14:textId="087E10A5" w:rsidR="00CC55C5" w:rsidRDefault="00CC55C5" w:rsidP="00CC55C5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C0481AC" w14:textId="4793B470" w:rsidR="00CC55C5" w:rsidRPr="003376E9" w:rsidRDefault="00CC55C5" w:rsidP="00CC55C5">
            <w:pPr>
              <w:spacing w:after="0"/>
              <w:ind w:left="650"/>
            </w:pPr>
          </w:p>
        </w:tc>
      </w:tr>
      <w:tr w:rsidR="00380300" w14:paraId="446127B8" w14:textId="77777777" w:rsidTr="00186889">
        <w:trPr>
          <w:cantSplit/>
          <w:trHeight w:val="397"/>
        </w:trPr>
        <w:tc>
          <w:tcPr>
            <w:tcW w:w="891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2359BC" w14:textId="50EA86CB" w:rsidR="00380300" w:rsidRPr="00380300" w:rsidRDefault="00380300" w:rsidP="00CC55C5">
            <w:pPr>
              <w:spacing w:after="0"/>
              <w:ind w:left="650"/>
              <w:rPr>
                <w:b/>
                <w:bCs/>
              </w:rPr>
            </w:pPr>
            <w:r w:rsidRPr="00380300">
              <w:rPr>
                <w:b/>
                <w:bCs/>
              </w:rPr>
              <w:t xml:space="preserve">Druhá </w:t>
            </w:r>
            <w:r w:rsidR="00A03EC2">
              <w:rPr>
                <w:b/>
                <w:bCs/>
              </w:rPr>
              <w:t>e</w:t>
            </w:r>
            <w:r w:rsidRPr="00380300">
              <w:rPr>
                <w:b/>
                <w:bCs/>
              </w:rPr>
              <w:t>tapa projektu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A3668D8" w14:textId="34742F1C" w:rsidR="00380300" w:rsidRPr="003376E9" w:rsidRDefault="00380300" w:rsidP="00CC55C5">
            <w:pPr>
              <w:spacing w:after="0"/>
              <w:ind w:left="650"/>
            </w:pPr>
          </w:p>
        </w:tc>
      </w:tr>
      <w:tr w:rsidR="00CC55C5" w14:paraId="47BD5C55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C1140E" w14:textId="5EF8C680" w:rsidR="00CC55C5" w:rsidRPr="00DD66FB" w:rsidRDefault="00AF7426" w:rsidP="00CC55C5">
            <w:pPr>
              <w:spacing w:after="0"/>
              <w:ind w:left="650"/>
            </w:pPr>
            <w:r>
              <w:t xml:space="preserve">Technická správa </w:t>
            </w:r>
            <w:r w:rsidR="0003795B">
              <w:t xml:space="preserve">II. </w:t>
            </w:r>
            <w:r>
              <w:t>– bleskozvod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B4611" w14:textId="4583B05B" w:rsidR="00CC55C5" w:rsidRDefault="00CC55C5" w:rsidP="00CC55C5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A2BA749" w14:textId="1B99A191" w:rsidR="00CC55C5" w:rsidRPr="003376E9" w:rsidRDefault="00AF7426" w:rsidP="00CC55C5">
            <w:pPr>
              <w:spacing w:after="0"/>
              <w:ind w:left="650"/>
            </w:pPr>
            <w:r>
              <w:t>TS</w:t>
            </w:r>
          </w:p>
        </w:tc>
      </w:tr>
      <w:tr w:rsidR="00AF7426" w14:paraId="628043DE" w14:textId="77777777" w:rsidTr="00CE1B4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483D" w14:textId="1102C94E" w:rsidR="00AF7426" w:rsidRPr="00DD66FB" w:rsidRDefault="00AF7426" w:rsidP="00AF7426">
            <w:pPr>
              <w:spacing w:after="0"/>
              <w:ind w:left="650"/>
            </w:pPr>
            <w:r>
              <w:t>Zachytávacia sústava - strecha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C6046" w14:textId="70B3B7BA" w:rsidR="00AF7426" w:rsidRDefault="00AF7426" w:rsidP="00AF7426">
            <w:pPr>
              <w:spacing w:after="0"/>
              <w:ind w:left="650"/>
            </w:pPr>
            <w:r>
              <w:t xml:space="preserve">                              ELI-10.1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D063732" w14:textId="3A95FAD1" w:rsidR="00AF7426" w:rsidRPr="003376E9" w:rsidRDefault="00AF7426" w:rsidP="00AF7426">
            <w:pPr>
              <w:spacing w:after="0"/>
              <w:ind w:left="650"/>
            </w:pPr>
            <w:r>
              <w:t>10.1</w:t>
            </w:r>
          </w:p>
        </w:tc>
      </w:tr>
      <w:tr w:rsidR="00AF7426" w14:paraId="36B19F0B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9959E6" w14:textId="48A031BA" w:rsidR="00AF7426" w:rsidRDefault="00AF7426" w:rsidP="00AF7426">
            <w:pPr>
              <w:spacing w:after="0"/>
              <w:ind w:left="650"/>
            </w:pPr>
            <w:r>
              <w:t>Zachytávacia sústava – pohľad čelný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1AB84E" w14:textId="5E960D33" w:rsidR="00AF7426" w:rsidRDefault="00AF7426" w:rsidP="00AF7426">
            <w:pPr>
              <w:spacing w:after="0"/>
              <w:ind w:left="650"/>
            </w:pPr>
            <w:r>
              <w:t xml:space="preserve">                              ELI-10.2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D1D4375" w14:textId="3F8C4A90" w:rsidR="00AF7426" w:rsidRPr="003376E9" w:rsidRDefault="00AF7426" w:rsidP="00AF7426">
            <w:pPr>
              <w:spacing w:after="0"/>
              <w:ind w:left="650"/>
            </w:pPr>
            <w:r>
              <w:t>10.2</w:t>
            </w:r>
          </w:p>
        </w:tc>
      </w:tr>
      <w:tr w:rsidR="00AF7426" w14:paraId="6698EEB0" w14:textId="77777777" w:rsidTr="00CE1B4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CB050D" w14:textId="04155A1F" w:rsidR="00AF7426" w:rsidRPr="00DA0B3F" w:rsidRDefault="00AF7426" w:rsidP="00AF7426">
            <w:pPr>
              <w:spacing w:after="0"/>
              <w:ind w:left="650"/>
            </w:pPr>
            <w:r>
              <w:t>Zachytávacia sústava – pohľad zadný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3671C" w14:textId="422F08A4" w:rsidR="00AF7426" w:rsidRPr="00DA0B3F" w:rsidRDefault="00AF7426" w:rsidP="00AF7426">
            <w:pPr>
              <w:spacing w:after="0"/>
              <w:ind w:left="650"/>
            </w:pPr>
            <w:r>
              <w:t xml:space="preserve">                              ELI-10.3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F7780E7" w14:textId="216B49F5" w:rsidR="00AF7426" w:rsidRPr="003376E9" w:rsidRDefault="00AF7426" w:rsidP="00AF7426">
            <w:pPr>
              <w:spacing w:after="0"/>
              <w:ind w:left="650"/>
            </w:pPr>
            <w:r>
              <w:t>10.3</w:t>
            </w:r>
          </w:p>
        </w:tc>
      </w:tr>
      <w:tr w:rsidR="00AF7426" w14:paraId="7B3BD828" w14:textId="77777777" w:rsidTr="00CE1B4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16E5C7" w14:textId="2C00EF55" w:rsidR="00AF7426" w:rsidRPr="00174BA9" w:rsidRDefault="00AF7426" w:rsidP="00AF7426">
            <w:pPr>
              <w:spacing w:after="0"/>
              <w:ind w:left="650"/>
            </w:pPr>
            <w:r>
              <w:t>Zachytávacia sústava – pohľad bočný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9B44D" w14:textId="10C3D23E" w:rsidR="00AF7426" w:rsidRPr="00DA0B3F" w:rsidRDefault="00AF7426" w:rsidP="00AF7426">
            <w:pPr>
              <w:spacing w:after="0"/>
              <w:ind w:left="650"/>
            </w:pPr>
            <w:r>
              <w:t xml:space="preserve">                      </w:t>
            </w:r>
            <w:r w:rsidR="007A6118">
              <w:t xml:space="preserve"> </w:t>
            </w:r>
            <w:r>
              <w:t xml:space="preserve">       ELI-10.4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F069982" w14:textId="4A968FAB" w:rsidR="00AF7426" w:rsidRPr="003376E9" w:rsidRDefault="00AF7426" w:rsidP="00AF7426">
            <w:pPr>
              <w:spacing w:after="0"/>
              <w:ind w:left="650"/>
            </w:pPr>
            <w:r>
              <w:t>10.4</w:t>
            </w:r>
          </w:p>
        </w:tc>
      </w:tr>
      <w:tr w:rsidR="00AF7426" w14:paraId="1C91E9BE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30630D" w14:textId="0D12609A" w:rsidR="00AF7426" w:rsidRPr="00174BA9" w:rsidRDefault="00AF7426" w:rsidP="00AF7426">
            <w:pPr>
              <w:spacing w:after="0"/>
              <w:ind w:left="650"/>
            </w:pPr>
            <w:r>
              <w:t>Uzemnenie v objekte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54C506" w14:textId="43654B39" w:rsidR="00AF7426" w:rsidRPr="00DA0B3F" w:rsidRDefault="00AF7426" w:rsidP="00AF7426">
            <w:pPr>
              <w:spacing w:after="0"/>
              <w:ind w:left="650"/>
            </w:pPr>
            <w:r>
              <w:t xml:space="preserve">                       </w:t>
            </w:r>
            <w:r w:rsidR="007A6118">
              <w:t xml:space="preserve"> </w:t>
            </w:r>
            <w:r>
              <w:t xml:space="preserve">      ELI-11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4174A80" w14:textId="39E57810" w:rsidR="00AF7426" w:rsidRPr="003376E9" w:rsidRDefault="00AF7426" w:rsidP="00AF7426">
            <w:pPr>
              <w:spacing w:after="0"/>
              <w:ind w:left="650"/>
            </w:pPr>
            <w:r>
              <w:t>11</w:t>
            </w:r>
          </w:p>
        </w:tc>
      </w:tr>
      <w:tr w:rsidR="00AF7426" w14:paraId="4CB79FBF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4AA32" w14:textId="144E5538" w:rsidR="00AF7426" w:rsidRPr="00174BA9" w:rsidRDefault="00AF7426" w:rsidP="00AF7426">
            <w:pPr>
              <w:spacing w:after="0"/>
              <w:ind w:left="650"/>
            </w:pP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420FAA" w14:textId="23E7F27C" w:rsidR="00AF7426" w:rsidRPr="00DA0B3F" w:rsidRDefault="00AF7426" w:rsidP="00AF7426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D5FBBE2" w14:textId="03CE7EED" w:rsidR="00AF7426" w:rsidRPr="003376E9" w:rsidRDefault="00AF7426" w:rsidP="00AF7426">
            <w:pPr>
              <w:spacing w:after="0"/>
              <w:ind w:left="650"/>
            </w:pPr>
          </w:p>
        </w:tc>
      </w:tr>
      <w:tr w:rsidR="00AF7426" w14:paraId="65C6F5B5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E5DD2" w14:textId="36A3F619" w:rsidR="00AF7426" w:rsidRPr="00174BA9" w:rsidRDefault="00AF7426" w:rsidP="00AF7426">
            <w:pPr>
              <w:spacing w:after="0"/>
              <w:ind w:left="650"/>
            </w:pP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20074" w14:textId="43DAA976" w:rsidR="00AF7426" w:rsidRDefault="00AF7426" w:rsidP="00AF7426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4A840B4" w14:textId="1C27F47A" w:rsidR="00AF7426" w:rsidRPr="003376E9" w:rsidRDefault="00AF7426" w:rsidP="00AF7426">
            <w:pPr>
              <w:spacing w:after="0"/>
              <w:ind w:left="650"/>
            </w:pPr>
          </w:p>
        </w:tc>
      </w:tr>
      <w:tr w:rsidR="00AF7426" w14:paraId="492FF492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02690" w14:textId="52A85ED8" w:rsidR="00AF7426" w:rsidRPr="00174BA9" w:rsidRDefault="00AF7426" w:rsidP="00AF7426">
            <w:pPr>
              <w:spacing w:after="0"/>
              <w:ind w:left="650"/>
            </w:pP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B46104" w14:textId="64E224BD" w:rsidR="00AF7426" w:rsidRDefault="00AF7426" w:rsidP="00AF7426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CFAB649" w14:textId="4B24FBF1" w:rsidR="00AF7426" w:rsidRDefault="00AF7426" w:rsidP="00AF7426">
            <w:pPr>
              <w:spacing w:after="0"/>
              <w:ind w:left="650"/>
            </w:pPr>
          </w:p>
        </w:tc>
      </w:tr>
      <w:tr w:rsidR="00AF7426" w14:paraId="387A08C7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2E3F97" w14:textId="47156038" w:rsidR="00AF7426" w:rsidRDefault="00AF7426" w:rsidP="00AF7426">
            <w:pPr>
              <w:spacing w:after="0"/>
              <w:ind w:left="650"/>
            </w:pP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A63C4" w14:textId="08733719" w:rsidR="00AF7426" w:rsidRDefault="00AF7426" w:rsidP="00AF7426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7E21CDB" w14:textId="204B6BCC" w:rsidR="00AF7426" w:rsidRDefault="00AF7426" w:rsidP="00AF7426">
            <w:pPr>
              <w:spacing w:after="0"/>
              <w:ind w:left="650"/>
            </w:pPr>
          </w:p>
        </w:tc>
      </w:tr>
      <w:tr w:rsidR="00AF7426" w14:paraId="0421F8D3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389AA7" w14:textId="2CFD534D" w:rsidR="00AF7426" w:rsidRDefault="00AF7426" w:rsidP="00AF7426">
            <w:pPr>
              <w:spacing w:after="0"/>
              <w:ind w:left="650"/>
            </w:pP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91D6B5" w14:textId="5345849D" w:rsidR="00AF7426" w:rsidRDefault="00AF7426" w:rsidP="00AF7426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CE68FA9" w14:textId="1A192FA5" w:rsidR="00AF7426" w:rsidRDefault="00AF7426" w:rsidP="00AF7426">
            <w:pPr>
              <w:spacing w:after="0"/>
              <w:ind w:left="650"/>
            </w:pPr>
          </w:p>
        </w:tc>
      </w:tr>
      <w:tr w:rsidR="00AF7426" w14:paraId="0BA4E8B1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A3F65" w14:textId="50CC4FB7" w:rsidR="00AF7426" w:rsidRDefault="00AF7426" w:rsidP="00AF7426">
            <w:pPr>
              <w:spacing w:after="0"/>
              <w:ind w:left="650"/>
            </w:pP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3EE0E2" w14:textId="57BEE10B" w:rsidR="00AF7426" w:rsidRDefault="00AF7426" w:rsidP="00AF7426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945F3BF" w14:textId="0D7189C4" w:rsidR="00AF7426" w:rsidRDefault="00AF7426" w:rsidP="00AF7426">
            <w:pPr>
              <w:spacing w:after="0"/>
              <w:ind w:left="650"/>
            </w:pPr>
          </w:p>
        </w:tc>
      </w:tr>
    </w:tbl>
    <w:p w14:paraId="561FD66E" w14:textId="77777777" w:rsidR="008459BE" w:rsidRDefault="008459BE" w:rsidP="006368BF">
      <w:pPr>
        <w:spacing w:after="0"/>
      </w:pPr>
    </w:p>
    <w:sectPr w:rsidR="008459BE" w:rsidSect="00F60EED">
      <w:headerReference w:type="default" r:id="rId8"/>
      <w:headerReference w:type="first" r:id="rId9"/>
      <w:pgSz w:w="11907" w:h="16839" w:code="9"/>
      <w:pgMar w:top="568" w:right="851" w:bottom="899" w:left="1418" w:header="680" w:footer="284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B0914" w14:textId="77777777" w:rsidR="00324533" w:rsidRDefault="00324533" w:rsidP="00036094">
      <w:pPr>
        <w:spacing w:after="0" w:line="240" w:lineRule="auto"/>
      </w:pPr>
      <w:r>
        <w:separator/>
      </w:r>
    </w:p>
  </w:endnote>
  <w:endnote w:type="continuationSeparator" w:id="0">
    <w:p w14:paraId="1C4776DE" w14:textId="77777777" w:rsidR="00324533" w:rsidRDefault="00324533" w:rsidP="00036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1CC9C" w14:textId="77777777" w:rsidR="00324533" w:rsidRDefault="00324533" w:rsidP="00036094">
      <w:pPr>
        <w:spacing w:after="0" w:line="240" w:lineRule="auto"/>
      </w:pPr>
      <w:r>
        <w:separator/>
      </w:r>
    </w:p>
  </w:footnote>
  <w:footnote w:type="continuationSeparator" w:id="0">
    <w:p w14:paraId="0608EF83" w14:textId="77777777" w:rsidR="00324533" w:rsidRDefault="00324533" w:rsidP="00036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0781" w14:textId="77777777" w:rsidR="008459BE" w:rsidRDefault="008459BE" w:rsidP="00832CE1">
    <w:pPr>
      <w:spacing w:after="0"/>
      <w:ind w:left="6372" w:right="-569"/>
    </w:pPr>
    <w:r w:rsidRPr="00CC3FD7">
      <w:rPr>
        <w:caps/>
      </w:rPr>
      <w:t xml:space="preserve">       </w:t>
    </w:r>
    <w:r w:rsidRPr="00CC3FD7">
      <w:rPr>
        <w:caps/>
      </w:rPr>
      <w:tab/>
    </w:r>
  </w:p>
  <w:p w14:paraId="7188A29F" w14:textId="77777777" w:rsidR="008459BE" w:rsidRDefault="008459BE" w:rsidP="004D64E0">
    <w:pPr>
      <w:spacing w:after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CD907" w14:textId="2F6D1C68" w:rsidR="008459BE" w:rsidRDefault="008459BE" w:rsidP="006F6FB6">
    <w:pPr>
      <w:spacing w:after="0"/>
      <w:ind w:left="6372" w:right="-569"/>
      <w:jc w:val="center"/>
    </w:pPr>
  </w:p>
  <w:p w14:paraId="27350CC9" w14:textId="77777777" w:rsidR="008459BE" w:rsidRDefault="008459BE" w:rsidP="00B13D8C">
    <w:pPr>
      <w:spacing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73C7D"/>
    <w:multiLevelType w:val="multilevel"/>
    <w:tmpl w:val="AF96B24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F887487"/>
    <w:multiLevelType w:val="hybridMultilevel"/>
    <w:tmpl w:val="749E7180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F74A7E"/>
    <w:multiLevelType w:val="multilevel"/>
    <w:tmpl w:val="2A1A79DA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17705250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2722A90"/>
    <w:multiLevelType w:val="multilevel"/>
    <w:tmpl w:val="1120639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24365461"/>
    <w:multiLevelType w:val="hybridMultilevel"/>
    <w:tmpl w:val="29C60616"/>
    <w:lvl w:ilvl="0" w:tplc="FFFFFFFF">
      <w:start w:val="42"/>
      <w:numFmt w:val="bullet"/>
      <w:lvlText w:val="-"/>
      <w:lvlJc w:val="left"/>
      <w:pPr>
        <w:tabs>
          <w:tab w:val="num" w:pos="4329"/>
        </w:tabs>
        <w:ind w:left="4329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5049"/>
        </w:tabs>
        <w:ind w:left="504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5769"/>
        </w:tabs>
        <w:ind w:left="57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6489"/>
        </w:tabs>
        <w:ind w:left="64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7209"/>
        </w:tabs>
        <w:ind w:left="720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7929"/>
        </w:tabs>
        <w:ind w:left="79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8649"/>
        </w:tabs>
        <w:ind w:left="86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9369"/>
        </w:tabs>
        <w:ind w:left="936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10089"/>
        </w:tabs>
        <w:ind w:left="10089" w:hanging="360"/>
      </w:pPr>
      <w:rPr>
        <w:rFonts w:ascii="Wingdings" w:hAnsi="Wingdings" w:hint="default"/>
      </w:rPr>
    </w:lvl>
  </w:abstractNum>
  <w:abstractNum w:abstractNumId="6" w15:restartNumberingAfterBreak="0">
    <w:nsid w:val="27774C55"/>
    <w:multiLevelType w:val="hybridMultilevel"/>
    <w:tmpl w:val="585AF21C"/>
    <w:lvl w:ilvl="0" w:tplc="591AD14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AD02258"/>
    <w:multiLevelType w:val="multilevel"/>
    <w:tmpl w:val="991898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8" w15:restartNumberingAfterBreak="0">
    <w:nsid w:val="37E63C03"/>
    <w:multiLevelType w:val="multilevel"/>
    <w:tmpl w:val="DC761E6C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45A501D3"/>
    <w:multiLevelType w:val="multilevel"/>
    <w:tmpl w:val="4142E328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cs="Times New Roman" w:hint="default"/>
      </w:rPr>
    </w:lvl>
  </w:abstractNum>
  <w:abstractNum w:abstractNumId="10" w15:restartNumberingAfterBreak="0">
    <w:nsid w:val="4661438E"/>
    <w:multiLevelType w:val="singleLevel"/>
    <w:tmpl w:val="B54491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4"/>
        <w:szCs w:val="24"/>
      </w:rPr>
    </w:lvl>
  </w:abstractNum>
  <w:abstractNum w:abstractNumId="11" w15:restartNumberingAfterBreak="0">
    <w:nsid w:val="47751BEC"/>
    <w:multiLevelType w:val="multilevel"/>
    <w:tmpl w:val="83D64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F8E3587"/>
    <w:multiLevelType w:val="hybridMultilevel"/>
    <w:tmpl w:val="1F2AD03A"/>
    <w:lvl w:ilvl="0" w:tplc="D58AC7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0C3462"/>
    <w:multiLevelType w:val="multilevel"/>
    <w:tmpl w:val="9D3E0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F4016D8"/>
    <w:multiLevelType w:val="hybridMultilevel"/>
    <w:tmpl w:val="FE269E38"/>
    <w:lvl w:ilvl="0" w:tplc="9432D7A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63784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2612150">
    <w:abstractNumId w:val="12"/>
  </w:num>
  <w:num w:numId="3" w16cid:durableId="523983674">
    <w:abstractNumId w:val="11"/>
  </w:num>
  <w:num w:numId="4" w16cid:durableId="369651122">
    <w:abstractNumId w:val="0"/>
  </w:num>
  <w:num w:numId="5" w16cid:durableId="1658656519">
    <w:abstractNumId w:val="14"/>
  </w:num>
  <w:num w:numId="6" w16cid:durableId="1055280420">
    <w:abstractNumId w:val="9"/>
  </w:num>
  <w:num w:numId="7" w16cid:durableId="1392341106">
    <w:abstractNumId w:val="2"/>
  </w:num>
  <w:num w:numId="8" w16cid:durableId="1880704822">
    <w:abstractNumId w:val="6"/>
  </w:num>
  <w:num w:numId="9" w16cid:durableId="19866408">
    <w:abstractNumId w:val="10"/>
  </w:num>
  <w:num w:numId="10" w16cid:durableId="1781532197">
    <w:abstractNumId w:val="4"/>
  </w:num>
  <w:num w:numId="11" w16cid:durableId="1022629657">
    <w:abstractNumId w:val="5"/>
  </w:num>
  <w:num w:numId="12" w16cid:durableId="269774769">
    <w:abstractNumId w:val="3"/>
  </w:num>
  <w:num w:numId="13" w16cid:durableId="400449865">
    <w:abstractNumId w:val="8"/>
  </w:num>
  <w:num w:numId="14" w16cid:durableId="922447985">
    <w:abstractNumId w:val="7"/>
  </w:num>
  <w:num w:numId="15" w16cid:durableId="58528170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746"/>
    <w:rsid w:val="00001622"/>
    <w:rsid w:val="000056CE"/>
    <w:rsid w:val="00006990"/>
    <w:rsid w:val="00020D55"/>
    <w:rsid w:val="000227E4"/>
    <w:rsid w:val="00023A13"/>
    <w:rsid w:val="00023A67"/>
    <w:rsid w:val="000308DC"/>
    <w:rsid w:val="00036094"/>
    <w:rsid w:val="0003795B"/>
    <w:rsid w:val="00040626"/>
    <w:rsid w:val="00045B2A"/>
    <w:rsid w:val="00050653"/>
    <w:rsid w:val="00052048"/>
    <w:rsid w:val="00064432"/>
    <w:rsid w:val="00073A67"/>
    <w:rsid w:val="00073E2D"/>
    <w:rsid w:val="0007408B"/>
    <w:rsid w:val="00082703"/>
    <w:rsid w:val="00082B2D"/>
    <w:rsid w:val="00085BA7"/>
    <w:rsid w:val="00095B54"/>
    <w:rsid w:val="000B1635"/>
    <w:rsid w:val="000C1FD9"/>
    <w:rsid w:val="000C40A4"/>
    <w:rsid w:val="000C5DAC"/>
    <w:rsid w:val="000C6B1F"/>
    <w:rsid w:val="000D0E12"/>
    <w:rsid w:val="000E6311"/>
    <w:rsid w:val="000F189A"/>
    <w:rsid w:val="00101090"/>
    <w:rsid w:val="0010112B"/>
    <w:rsid w:val="0010441E"/>
    <w:rsid w:val="0010473C"/>
    <w:rsid w:val="00105B11"/>
    <w:rsid w:val="00107326"/>
    <w:rsid w:val="0011035D"/>
    <w:rsid w:val="001105B9"/>
    <w:rsid w:val="0011168F"/>
    <w:rsid w:val="00111889"/>
    <w:rsid w:val="00112636"/>
    <w:rsid w:val="00122B61"/>
    <w:rsid w:val="00125818"/>
    <w:rsid w:val="00137C5E"/>
    <w:rsid w:val="00142BDC"/>
    <w:rsid w:val="001519BC"/>
    <w:rsid w:val="001524C9"/>
    <w:rsid w:val="00156FC5"/>
    <w:rsid w:val="00160E7F"/>
    <w:rsid w:val="00163837"/>
    <w:rsid w:val="001639F8"/>
    <w:rsid w:val="00164716"/>
    <w:rsid w:val="001701CE"/>
    <w:rsid w:val="001719C6"/>
    <w:rsid w:val="0017232A"/>
    <w:rsid w:val="001730FC"/>
    <w:rsid w:val="0017378C"/>
    <w:rsid w:val="00174BA9"/>
    <w:rsid w:val="001761AD"/>
    <w:rsid w:val="00177447"/>
    <w:rsid w:val="00180E3A"/>
    <w:rsid w:val="00180E57"/>
    <w:rsid w:val="00181AB2"/>
    <w:rsid w:val="001821F8"/>
    <w:rsid w:val="00183ED8"/>
    <w:rsid w:val="00184127"/>
    <w:rsid w:val="00191D67"/>
    <w:rsid w:val="001A12CB"/>
    <w:rsid w:val="001A6427"/>
    <w:rsid w:val="001B524A"/>
    <w:rsid w:val="001B6626"/>
    <w:rsid w:val="001B68BC"/>
    <w:rsid w:val="001B6FF8"/>
    <w:rsid w:val="001B7F49"/>
    <w:rsid w:val="001C229E"/>
    <w:rsid w:val="001C39DD"/>
    <w:rsid w:val="001C3FC9"/>
    <w:rsid w:val="001D0BCD"/>
    <w:rsid w:val="001D4ED8"/>
    <w:rsid w:val="001E4FDB"/>
    <w:rsid w:val="001F3033"/>
    <w:rsid w:val="001F604C"/>
    <w:rsid w:val="001F73DC"/>
    <w:rsid w:val="001F78CD"/>
    <w:rsid w:val="002018B7"/>
    <w:rsid w:val="00202B7E"/>
    <w:rsid w:val="00203CDD"/>
    <w:rsid w:val="00204328"/>
    <w:rsid w:val="002054F6"/>
    <w:rsid w:val="00205AC6"/>
    <w:rsid w:val="00210CC8"/>
    <w:rsid w:val="002115E8"/>
    <w:rsid w:val="0021182D"/>
    <w:rsid w:val="002125D4"/>
    <w:rsid w:val="002169E5"/>
    <w:rsid w:val="00225D66"/>
    <w:rsid w:val="0023316C"/>
    <w:rsid w:val="00234976"/>
    <w:rsid w:val="002362A1"/>
    <w:rsid w:val="00236C0F"/>
    <w:rsid w:val="002415BE"/>
    <w:rsid w:val="002417E7"/>
    <w:rsid w:val="00243F79"/>
    <w:rsid w:val="002440F1"/>
    <w:rsid w:val="00251DBB"/>
    <w:rsid w:val="00252750"/>
    <w:rsid w:val="00257137"/>
    <w:rsid w:val="0026013E"/>
    <w:rsid w:val="00267D47"/>
    <w:rsid w:val="002733B2"/>
    <w:rsid w:val="00275134"/>
    <w:rsid w:val="00280524"/>
    <w:rsid w:val="0028136E"/>
    <w:rsid w:val="002820BE"/>
    <w:rsid w:val="00282BD7"/>
    <w:rsid w:val="0028696E"/>
    <w:rsid w:val="00287898"/>
    <w:rsid w:val="0029129C"/>
    <w:rsid w:val="00295576"/>
    <w:rsid w:val="00295EFD"/>
    <w:rsid w:val="00296555"/>
    <w:rsid w:val="002A0DAC"/>
    <w:rsid w:val="002A0E11"/>
    <w:rsid w:val="002A2B79"/>
    <w:rsid w:val="002A358E"/>
    <w:rsid w:val="002A3932"/>
    <w:rsid w:val="002A4418"/>
    <w:rsid w:val="002B32CB"/>
    <w:rsid w:val="002B7039"/>
    <w:rsid w:val="002B7359"/>
    <w:rsid w:val="002C1999"/>
    <w:rsid w:val="002C2112"/>
    <w:rsid w:val="002C351D"/>
    <w:rsid w:val="002D00FF"/>
    <w:rsid w:val="002D0890"/>
    <w:rsid w:val="002D3B88"/>
    <w:rsid w:val="002D5DC8"/>
    <w:rsid w:val="002E24BB"/>
    <w:rsid w:val="002E4742"/>
    <w:rsid w:val="002E6BAC"/>
    <w:rsid w:val="00301941"/>
    <w:rsid w:val="0030611B"/>
    <w:rsid w:val="00310011"/>
    <w:rsid w:val="0031063A"/>
    <w:rsid w:val="00311AE4"/>
    <w:rsid w:val="003148C3"/>
    <w:rsid w:val="0031719F"/>
    <w:rsid w:val="00320650"/>
    <w:rsid w:val="00324533"/>
    <w:rsid w:val="00333288"/>
    <w:rsid w:val="00333F07"/>
    <w:rsid w:val="003361F9"/>
    <w:rsid w:val="003371A8"/>
    <w:rsid w:val="003376E9"/>
    <w:rsid w:val="00340810"/>
    <w:rsid w:val="00343C37"/>
    <w:rsid w:val="00346B07"/>
    <w:rsid w:val="00347DBF"/>
    <w:rsid w:val="00355AF9"/>
    <w:rsid w:val="0036119D"/>
    <w:rsid w:val="00365990"/>
    <w:rsid w:val="00371A09"/>
    <w:rsid w:val="00371D2E"/>
    <w:rsid w:val="003737F9"/>
    <w:rsid w:val="0037421D"/>
    <w:rsid w:val="00376D74"/>
    <w:rsid w:val="0038007A"/>
    <w:rsid w:val="00380300"/>
    <w:rsid w:val="003816F9"/>
    <w:rsid w:val="0038387D"/>
    <w:rsid w:val="003909EF"/>
    <w:rsid w:val="003927ED"/>
    <w:rsid w:val="00396529"/>
    <w:rsid w:val="00397E73"/>
    <w:rsid w:val="003A3EB1"/>
    <w:rsid w:val="003A6570"/>
    <w:rsid w:val="003B5576"/>
    <w:rsid w:val="003C3218"/>
    <w:rsid w:val="003C3E2F"/>
    <w:rsid w:val="003C52C1"/>
    <w:rsid w:val="003C7C71"/>
    <w:rsid w:val="003D2778"/>
    <w:rsid w:val="003D35E7"/>
    <w:rsid w:val="003D3850"/>
    <w:rsid w:val="003D629B"/>
    <w:rsid w:val="003D6A24"/>
    <w:rsid w:val="003D6D20"/>
    <w:rsid w:val="003E2EE6"/>
    <w:rsid w:val="003E6C37"/>
    <w:rsid w:val="003F3400"/>
    <w:rsid w:val="003F4107"/>
    <w:rsid w:val="003F4B0D"/>
    <w:rsid w:val="00400CFA"/>
    <w:rsid w:val="00402342"/>
    <w:rsid w:val="00402CED"/>
    <w:rsid w:val="004110A9"/>
    <w:rsid w:val="00411207"/>
    <w:rsid w:val="00412FC4"/>
    <w:rsid w:val="00416C1B"/>
    <w:rsid w:val="00427B5A"/>
    <w:rsid w:val="00431839"/>
    <w:rsid w:val="004324E0"/>
    <w:rsid w:val="00432D59"/>
    <w:rsid w:val="00436519"/>
    <w:rsid w:val="004367A2"/>
    <w:rsid w:val="004442C7"/>
    <w:rsid w:val="004465FF"/>
    <w:rsid w:val="00451B10"/>
    <w:rsid w:val="00451B1D"/>
    <w:rsid w:val="00452084"/>
    <w:rsid w:val="00452394"/>
    <w:rsid w:val="004620F1"/>
    <w:rsid w:val="00464542"/>
    <w:rsid w:val="00466C34"/>
    <w:rsid w:val="0047174C"/>
    <w:rsid w:val="00482352"/>
    <w:rsid w:val="00486C3F"/>
    <w:rsid w:val="0049090A"/>
    <w:rsid w:val="004940A1"/>
    <w:rsid w:val="00497A35"/>
    <w:rsid w:val="004A09B4"/>
    <w:rsid w:val="004A31EE"/>
    <w:rsid w:val="004A3579"/>
    <w:rsid w:val="004A5DA4"/>
    <w:rsid w:val="004B16EB"/>
    <w:rsid w:val="004B5186"/>
    <w:rsid w:val="004C3380"/>
    <w:rsid w:val="004C485D"/>
    <w:rsid w:val="004C55B5"/>
    <w:rsid w:val="004C68BB"/>
    <w:rsid w:val="004D192A"/>
    <w:rsid w:val="004D26A7"/>
    <w:rsid w:val="004D282B"/>
    <w:rsid w:val="004D2B2F"/>
    <w:rsid w:val="004D5881"/>
    <w:rsid w:val="004D64E0"/>
    <w:rsid w:val="004D7885"/>
    <w:rsid w:val="004F11CA"/>
    <w:rsid w:val="004F5648"/>
    <w:rsid w:val="00503499"/>
    <w:rsid w:val="0050376E"/>
    <w:rsid w:val="005045A5"/>
    <w:rsid w:val="00506BD9"/>
    <w:rsid w:val="00511AC5"/>
    <w:rsid w:val="00515DB8"/>
    <w:rsid w:val="005222DA"/>
    <w:rsid w:val="00526409"/>
    <w:rsid w:val="00532324"/>
    <w:rsid w:val="00533A6F"/>
    <w:rsid w:val="00540B29"/>
    <w:rsid w:val="00540EE1"/>
    <w:rsid w:val="00543916"/>
    <w:rsid w:val="00543FCC"/>
    <w:rsid w:val="005526B8"/>
    <w:rsid w:val="00557508"/>
    <w:rsid w:val="005620E5"/>
    <w:rsid w:val="00562877"/>
    <w:rsid w:val="00563D42"/>
    <w:rsid w:val="00567E49"/>
    <w:rsid w:val="00571F47"/>
    <w:rsid w:val="00571FA5"/>
    <w:rsid w:val="00576844"/>
    <w:rsid w:val="00580A7B"/>
    <w:rsid w:val="00583346"/>
    <w:rsid w:val="005906BF"/>
    <w:rsid w:val="0059329A"/>
    <w:rsid w:val="00593705"/>
    <w:rsid w:val="00594243"/>
    <w:rsid w:val="005A07A0"/>
    <w:rsid w:val="005A1454"/>
    <w:rsid w:val="005A1746"/>
    <w:rsid w:val="005A5716"/>
    <w:rsid w:val="005A6D50"/>
    <w:rsid w:val="005B12A5"/>
    <w:rsid w:val="005B760C"/>
    <w:rsid w:val="005C1284"/>
    <w:rsid w:val="005C3D0F"/>
    <w:rsid w:val="005D267C"/>
    <w:rsid w:val="005D3AED"/>
    <w:rsid w:val="005D528B"/>
    <w:rsid w:val="005D55DF"/>
    <w:rsid w:val="005D5F44"/>
    <w:rsid w:val="005D6BA1"/>
    <w:rsid w:val="005E0CF0"/>
    <w:rsid w:val="005E6CE4"/>
    <w:rsid w:val="005E74DD"/>
    <w:rsid w:val="005F153D"/>
    <w:rsid w:val="005F1B98"/>
    <w:rsid w:val="005F3FFE"/>
    <w:rsid w:val="005F5100"/>
    <w:rsid w:val="005F78BA"/>
    <w:rsid w:val="0060595D"/>
    <w:rsid w:val="006060A9"/>
    <w:rsid w:val="00611ED3"/>
    <w:rsid w:val="006137C5"/>
    <w:rsid w:val="006316C9"/>
    <w:rsid w:val="00636570"/>
    <w:rsid w:val="006368BF"/>
    <w:rsid w:val="006403B3"/>
    <w:rsid w:val="00642F0C"/>
    <w:rsid w:val="00646D07"/>
    <w:rsid w:val="006519C7"/>
    <w:rsid w:val="006534C0"/>
    <w:rsid w:val="00655CA1"/>
    <w:rsid w:val="00666DEF"/>
    <w:rsid w:val="00676E7B"/>
    <w:rsid w:val="00677083"/>
    <w:rsid w:val="00680157"/>
    <w:rsid w:val="0068086B"/>
    <w:rsid w:val="00682BE0"/>
    <w:rsid w:val="00686868"/>
    <w:rsid w:val="00686DEE"/>
    <w:rsid w:val="00692F22"/>
    <w:rsid w:val="006A1EF6"/>
    <w:rsid w:val="006A233B"/>
    <w:rsid w:val="006A3CCF"/>
    <w:rsid w:val="006B1613"/>
    <w:rsid w:val="006B2C0D"/>
    <w:rsid w:val="006D03FC"/>
    <w:rsid w:val="006D1B04"/>
    <w:rsid w:val="006D3093"/>
    <w:rsid w:val="006D5ED4"/>
    <w:rsid w:val="006E289F"/>
    <w:rsid w:val="006E3898"/>
    <w:rsid w:val="006E3D3B"/>
    <w:rsid w:val="006F03C3"/>
    <w:rsid w:val="006F25E6"/>
    <w:rsid w:val="006F400A"/>
    <w:rsid w:val="006F621F"/>
    <w:rsid w:val="006F6FB6"/>
    <w:rsid w:val="00700ABE"/>
    <w:rsid w:val="00704644"/>
    <w:rsid w:val="007061CF"/>
    <w:rsid w:val="00706D1B"/>
    <w:rsid w:val="00707747"/>
    <w:rsid w:val="00713453"/>
    <w:rsid w:val="00714183"/>
    <w:rsid w:val="00722C11"/>
    <w:rsid w:val="00723043"/>
    <w:rsid w:val="00723DAC"/>
    <w:rsid w:val="007242C0"/>
    <w:rsid w:val="007270CB"/>
    <w:rsid w:val="00727E4B"/>
    <w:rsid w:val="00733A1F"/>
    <w:rsid w:val="00735ED2"/>
    <w:rsid w:val="0074054D"/>
    <w:rsid w:val="00741428"/>
    <w:rsid w:val="00747A4C"/>
    <w:rsid w:val="007517EC"/>
    <w:rsid w:val="00752EDB"/>
    <w:rsid w:val="00753FC6"/>
    <w:rsid w:val="007541C4"/>
    <w:rsid w:val="00756EAA"/>
    <w:rsid w:val="00760187"/>
    <w:rsid w:val="00765127"/>
    <w:rsid w:val="00767D0E"/>
    <w:rsid w:val="00773FC0"/>
    <w:rsid w:val="00775A6C"/>
    <w:rsid w:val="00780AE4"/>
    <w:rsid w:val="007856F7"/>
    <w:rsid w:val="00786097"/>
    <w:rsid w:val="007904B8"/>
    <w:rsid w:val="007919A4"/>
    <w:rsid w:val="00794339"/>
    <w:rsid w:val="007973D2"/>
    <w:rsid w:val="007A015F"/>
    <w:rsid w:val="007A3903"/>
    <w:rsid w:val="007A6118"/>
    <w:rsid w:val="007B1B13"/>
    <w:rsid w:val="007B2695"/>
    <w:rsid w:val="007B51E3"/>
    <w:rsid w:val="007C5BDC"/>
    <w:rsid w:val="007C7487"/>
    <w:rsid w:val="007D31E6"/>
    <w:rsid w:val="007D7EE3"/>
    <w:rsid w:val="007E4494"/>
    <w:rsid w:val="007E659B"/>
    <w:rsid w:val="007E79E7"/>
    <w:rsid w:val="007F14FF"/>
    <w:rsid w:val="007F1642"/>
    <w:rsid w:val="007F20F2"/>
    <w:rsid w:val="0080387D"/>
    <w:rsid w:val="00811789"/>
    <w:rsid w:val="00812BD0"/>
    <w:rsid w:val="0081367C"/>
    <w:rsid w:val="00826B1D"/>
    <w:rsid w:val="00832CE1"/>
    <w:rsid w:val="00842415"/>
    <w:rsid w:val="008459BE"/>
    <w:rsid w:val="00847078"/>
    <w:rsid w:val="008503F0"/>
    <w:rsid w:val="0085117F"/>
    <w:rsid w:val="00852B3D"/>
    <w:rsid w:val="0085641C"/>
    <w:rsid w:val="00864E8E"/>
    <w:rsid w:val="008705C4"/>
    <w:rsid w:val="008744B7"/>
    <w:rsid w:val="0087451D"/>
    <w:rsid w:val="00874FF5"/>
    <w:rsid w:val="00882CDB"/>
    <w:rsid w:val="00882CFE"/>
    <w:rsid w:val="00883541"/>
    <w:rsid w:val="008849E2"/>
    <w:rsid w:val="00891805"/>
    <w:rsid w:val="008922E6"/>
    <w:rsid w:val="008B461F"/>
    <w:rsid w:val="008B7C72"/>
    <w:rsid w:val="008C232D"/>
    <w:rsid w:val="008C43AB"/>
    <w:rsid w:val="008C4DC3"/>
    <w:rsid w:val="008C76E5"/>
    <w:rsid w:val="008D036B"/>
    <w:rsid w:val="008D1320"/>
    <w:rsid w:val="008D2BCF"/>
    <w:rsid w:val="008D45FA"/>
    <w:rsid w:val="008D5097"/>
    <w:rsid w:val="008E46DE"/>
    <w:rsid w:val="008E4D33"/>
    <w:rsid w:val="008E50C9"/>
    <w:rsid w:val="008F1683"/>
    <w:rsid w:val="008F2BEB"/>
    <w:rsid w:val="008F4692"/>
    <w:rsid w:val="008F5DF4"/>
    <w:rsid w:val="008F7F2B"/>
    <w:rsid w:val="00901965"/>
    <w:rsid w:val="00902A8B"/>
    <w:rsid w:val="0091007B"/>
    <w:rsid w:val="00910F9D"/>
    <w:rsid w:val="009204CD"/>
    <w:rsid w:val="0092162E"/>
    <w:rsid w:val="00921969"/>
    <w:rsid w:val="00923A91"/>
    <w:rsid w:val="00930181"/>
    <w:rsid w:val="0094196B"/>
    <w:rsid w:val="009422DC"/>
    <w:rsid w:val="00942EB0"/>
    <w:rsid w:val="00943355"/>
    <w:rsid w:val="0094388F"/>
    <w:rsid w:val="00950CFE"/>
    <w:rsid w:val="00951DE6"/>
    <w:rsid w:val="00961847"/>
    <w:rsid w:val="009631C8"/>
    <w:rsid w:val="009723A9"/>
    <w:rsid w:val="009726D1"/>
    <w:rsid w:val="00977E30"/>
    <w:rsid w:val="00977EE3"/>
    <w:rsid w:val="00980491"/>
    <w:rsid w:val="00983CB0"/>
    <w:rsid w:val="009860CE"/>
    <w:rsid w:val="0099538E"/>
    <w:rsid w:val="00995950"/>
    <w:rsid w:val="00996528"/>
    <w:rsid w:val="009966C2"/>
    <w:rsid w:val="009A2976"/>
    <w:rsid w:val="009A2DBF"/>
    <w:rsid w:val="009A2EAD"/>
    <w:rsid w:val="009A3E51"/>
    <w:rsid w:val="009A5E12"/>
    <w:rsid w:val="009B00A9"/>
    <w:rsid w:val="009B5D5D"/>
    <w:rsid w:val="009B7233"/>
    <w:rsid w:val="009B72B9"/>
    <w:rsid w:val="009B7F4C"/>
    <w:rsid w:val="009C0A6F"/>
    <w:rsid w:val="009C213A"/>
    <w:rsid w:val="009C21DB"/>
    <w:rsid w:val="009C42BF"/>
    <w:rsid w:val="009C7A1F"/>
    <w:rsid w:val="009C7AAC"/>
    <w:rsid w:val="009D7A93"/>
    <w:rsid w:val="009E2199"/>
    <w:rsid w:val="009E2363"/>
    <w:rsid w:val="009E3FFC"/>
    <w:rsid w:val="009E6ECA"/>
    <w:rsid w:val="009F36B7"/>
    <w:rsid w:val="009F4F62"/>
    <w:rsid w:val="009F70D0"/>
    <w:rsid w:val="00A03C50"/>
    <w:rsid w:val="00A03EC2"/>
    <w:rsid w:val="00A077EA"/>
    <w:rsid w:val="00A14B74"/>
    <w:rsid w:val="00A1603C"/>
    <w:rsid w:val="00A16EC8"/>
    <w:rsid w:val="00A31923"/>
    <w:rsid w:val="00A401B9"/>
    <w:rsid w:val="00A51914"/>
    <w:rsid w:val="00A52E03"/>
    <w:rsid w:val="00A55810"/>
    <w:rsid w:val="00A62FD4"/>
    <w:rsid w:val="00A64755"/>
    <w:rsid w:val="00A73E11"/>
    <w:rsid w:val="00A76615"/>
    <w:rsid w:val="00A83945"/>
    <w:rsid w:val="00A904B3"/>
    <w:rsid w:val="00A907F9"/>
    <w:rsid w:val="00A93855"/>
    <w:rsid w:val="00A945F4"/>
    <w:rsid w:val="00A9488E"/>
    <w:rsid w:val="00A95E8C"/>
    <w:rsid w:val="00AA1029"/>
    <w:rsid w:val="00AB1720"/>
    <w:rsid w:val="00AB6790"/>
    <w:rsid w:val="00AC3249"/>
    <w:rsid w:val="00AC3DA5"/>
    <w:rsid w:val="00AD4716"/>
    <w:rsid w:val="00AD57C4"/>
    <w:rsid w:val="00AE142D"/>
    <w:rsid w:val="00AE5215"/>
    <w:rsid w:val="00AE6B3B"/>
    <w:rsid w:val="00AF0DF5"/>
    <w:rsid w:val="00AF2E79"/>
    <w:rsid w:val="00AF71E5"/>
    <w:rsid w:val="00AF7426"/>
    <w:rsid w:val="00B032C3"/>
    <w:rsid w:val="00B04F94"/>
    <w:rsid w:val="00B06499"/>
    <w:rsid w:val="00B07088"/>
    <w:rsid w:val="00B11291"/>
    <w:rsid w:val="00B11348"/>
    <w:rsid w:val="00B12B46"/>
    <w:rsid w:val="00B133E8"/>
    <w:rsid w:val="00B13D8C"/>
    <w:rsid w:val="00B160A5"/>
    <w:rsid w:val="00B17CE2"/>
    <w:rsid w:val="00B24A07"/>
    <w:rsid w:val="00B310CF"/>
    <w:rsid w:val="00B3113D"/>
    <w:rsid w:val="00B315EA"/>
    <w:rsid w:val="00B353BA"/>
    <w:rsid w:val="00B43430"/>
    <w:rsid w:val="00B4576D"/>
    <w:rsid w:val="00B47E76"/>
    <w:rsid w:val="00B50783"/>
    <w:rsid w:val="00B5668C"/>
    <w:rsid w:val="00B6369C"/>
    <w:rsid w:val="00B67205"/>
    <w:rsid w:val="00B7194B"/>
    <w:rsid w:val="00B720EB"/>
    <w:rsid w:val="00B72A4A"/>
    <w:rsid w:val="00B7547D"/>
    <w:rsid w:val="00B76FFF"/>
    <w:rsid w:val="00B8193B"/>
    <w:rsid w:val="00B86146"/>
    <w:rsid w:val="00B94891"/>
    <w:rsid w:val="00B95C43"/>
    <w:rsid w:val="00B9602D"/>
    <w:rsid w:val="00B9710C"/>
    <w:rsid w:val="00BA0248"/>
    <w:rsid w:val="00BA0EED"/>
    <w:rsid w:val="00BA4C74"/>
    <w:rsid w:val="00BA55B8"/>
    <w:rsid w:val="00BC078F"/>
    <w:rsid w:val="00BC0AE9"/>
    <w:rsid w:val="00BD00B9"/>
    <w:rsid w:val="00BD51F0"/>
    <w:rsid w:val="00BE19CB"/>
    <w:rsid w:val="00BE5376"/>
    <w:rsid w:val="00BF4305"/>
    <w:rsid w:val="00BF4F5E"/>
    <w:rsid w:val="00BF5D12"/>
    <w:rsid w:val="00BF706C"/>
    <w:rsid w:val="00C00042"/>
    <w:rsid w:val="00C00365"/>
    <w:rsid w:val="00C06DB3"/>
    <w:rsid w:val="00C152AD"/>
    <w:rsid w:val="00C26376"/>
    <w:rsid w:val="00C277A4"/>
    <w:rsid w:val="00C319C8"/>
    <w:rsid w:val="00C36566"/>
    <w:rsid w:val="00C366DE"/>
    <w:rsid w:val="00C40CD9"/>
    <w:rsid w:val="00C41DA2"/>
    <w:rsid w:val="00C4316F"/>
    <w:rsid w:val="00C431F3"/>
    <w:rsid w:val="00C438FA"/>
    <w:rsid w:val="00C46337"/>
    <w:rsid w:val="00C5151E"/>
    <w:rsid w:val="00C5340D"/>
    <w:rsid w:val="00C55C6E"/>
    <w:rsid w:val="00C62251"/>
    <w:rsid w:val="00C6560F"/>
    <w:rsid w:val="00C707BF"/>
    <w:rsid w:val="00C712AA"/>
    <w:rsid w:val="00C7491F"/>
    <w:rsid w:val="00C7774E"/>
    <w:rsid w:val="00C80CC9"/>
    <w:rsid w:val="00C8787C"/>
    <w:rsid w:val="00C87CE1"/>
    <w:rsid w:val="00C902A5"/>
    <w:rsid w:val="00C90C5D"/>
    <w:rsid w:val="00C92110"/>
    <w:rsid w:val="00C93087"/>
    <w:rsid w:val="00C96459"/>
    <w:rsid w:val="00CA0939"/>
    <w:rsid w:val="00CA2B91"/>
    <w:rsid w:val="00CA2F1C"/>
    <w:rsid w:val="00CA3CBB"/>
    <w:rsid w:val="00CA4530"/>
    <w:rsid w:val="00CB06CE"/>
    <w:rsid w:val="00CB2DD3"/>
    <w:rsid w:val="00CB6537"/>
    <w:rsid w:val="00CC34CF"/>
    <w:rsid w:val="00CC3FD7"/>
    <w:rsid w:val="00CC55A3"/>
    <w:rsid w:val="00CC55C5"/>
    <w:rsid w:val="00CC7CE1"/>
    <w:rsid w:val="00CD0C8A"/>
    <w:rsid w:val="00CE5404"/>
    <w:rsid w:val="00CE75F0"/>
    <w:rsid w:val="00CE7CD6"/>
    <w:rsid w:val="00CF5F40"/>
    <w:rsid w:val="00CF7413"/>
    <w:rsid w:val="00D010D5"/>
    <w:rsid w:val="00D15BC2"/>
    <w:rsid w:val="00D22FE0"/>
    <w:rsid w:val="00D247D0"/>
    <w:rsid w:val="00D32D98"/>
    <w:rsid w:val="00D36592"/>
    <w:rsid w:val="00D40DE8"/>
    <w:rsid w:val="00D435CD"/>
    <w:rsid w:val="00D448AE"/>
    <w:rsid w:val="00D4765F"/>
    <w:rsid w:val="00D553CB"/>
    <w:rsid w:val="00D561C7"/>
    <w:rsid w:val="00D63638"/>
    <w:rsid w:val="00D700AD"/>
    <w:rsid w:val="00D74FA6"/>
    <w:rsid w:val="00D75355"/>
    <w:rsid w:val="00D75DB8"/>
    <w:rsid w:val="00D75EF5"/>
    <w:rsid w:val="00D760EB"/>
    <w:rsid w:val="00D77E01"/>
    <w:rsid w:val="00D81937"/>
    <w:rsid w:val="00D909F8"/>
    <w:rsid w:val="00D912FD"/>
    <w:rsid w:val="00D91C6B"/>
    <w:rsid w:val="00D92792"/>
    <w:rsid w:val="00DA0B3F"/>
    <w:rsid w:val="00DA2037"/>
    <w:rsid w:val="00DA36EC"/>
    <w:rsid w:val="00DA4869"/>
    <w:rsid w:val="00DA4FA1"/>
    <w:rsid w:val="00DA508F"/>
    <w:rsid w:val="00DB4052"/>
    <w:rsid w:val="00DB6792"/>
    <w:rsid w:val="00DB7623"/>
    <w:rsid w:val="00DB7A21"/>
    <w:rsid w:val="00DC05AA"/>
    <w:rsid w:val="00DD0C3E"/>
    <w:rsid w:val="00DD0E98"/>
    <w:rsid w:val="00DD39D7"/>
    <w:rsid w:val="00DD66FB"/>
    <w:rsid w:val="00DE6F46"/>
    <w:rsid w:val="00DE7874"/>
    <w:rsid w:val="00DF2E2C"/>
    <w:rsid w:val="00DF6D86"/>
    <w:rsid w:val="00E04D7E"/>
    <w:rsid w:val="00E05BCA"/>
    <w:rsid w:val="00E0656C"/>
    <w:rsid w:val="00E11198"/>
    <w:rsid w:val="00E1211F"/>
    <w:rsid w:val="00E12387"/>
    <w:rsid w:val="00E137CD"/>
    <w:rsid w:val="00E166D8"/>
    <w:rsid w:val="00E20BB2"/>
    <w:rsid w:val="00E218EE"/>
    <w:rsid w:val="00E223B1"/>
    <w:rsid w:val="00E2633F"/>
    <w:rsid w:val="00E32577"/>
    <w:rsid w:val="00E32C0C"/>
    <w:rsid w:val="00E34567"/>
    <w:rsid w:val="00E354A2"/>
    <w:rsid w:val="00E46B0E"/>
    <w:rsid w:val="00E501B1"/>
    <w:rsid w:val="00E51617"/>
    <w:rsid w:val="00E5598F"/>
    <w:rsid w:val="00E60147"/>
    <w:rsid w:val="00E64A08"/>
    <w:rsid w:val="00E66511"/>
    <w:rsid w:val="00E70790"/>
    <w:rsid w:val="00E80268"/>
    <w:rsid w:val="00E81AFB"/>
    <w:rsid w:val="00E90DDD"/>
    <w:rsid w:val="00E96DBC"/>
    <w:rsid w:val="00EA279D"/>
    <w:rsid w:val="00EA45EE"/>
    <w:rsid w:val="00EA7D32"/>
    <w:rsid w:val="00EB03BB"/>
    <w:rsid w:val="00EB4D78"/>
    <w:rsid w:val="00EB7C5D"/>
    <w:rsid w:val="00EC1034"/>
    <w:rsid w:val="00EC2AE4"/>
    <w:rsid w:val="00EC63F4"/>
    <w:rsid w:val="00EC6C5F"/>
    <w:rsid w:val="00ED095A"/>
    <w:rsid w:val="00ED1F64"/>
    <w:rsid w:val="00ED52D4"/>
    <w:rsid w:val="00ED731D"/>
    <w:rsid w:val="00EE597C"/>
    <w:rsid w:val="00EE5DDF"/>
    <w:rsid w:val="00EE6320"/>
    <w:rsid w:val="00EE68C7"/>
    <w:rsid w:val="00EF13E9"/>
    <w:rsid w:val="00EF27D0"/>
    <w:rsid w:val="00EF2D26"/>
    <w:rsid w:val="00EF43AD"/>
    <w:rsid w:val="00EF4A8D"/>
    <w:rsid w:val="00EF614B"/>
    <w:rsid w:val="00F0338E"/>
    <w:rsid w:val="00F06DD0"/>
    <w:rsid w:val="00F11629"/>
    <w:rsid w:val="00F203B3"/>
    <w:rsid w:val="00F23A92"/>
    <w:rsid w:val="00F27358"/>
    <w:rsid w:val="00F2765B"/>
    <w:rsid w:val="00F34D9E"/>
    <w:rsid w:val="00F353FB"/>
    <w:rsid w:val="00F35AAC"/>
    <w:rsid w:val="00F40393"/>
    <w:rsid w:val="00F47DAE"/>
    <w:rsid w:val="00F56384"/>
    <w:rsid w:val="00F60EED"/>
    <w:rsid w:val="00F6168E"/>
    <w:rsid w:val="00F6420F"/>
    <w:rsid w:val="00F706F6"/>
    <w:rsid w:val="00F73E0E"/>
    <w:rsid w:val="00F75C85"/>
    <w:rsid w:val="00F80726"/>
    <w:rsid w:val="00F80A87"/>
    <w:rsid w:val="00F84EA4"/>
    <w:rsid w:val="00F90815"/>
    <w:rsid w:val="00F911B0"/>
    <w:rsid w:val="00F9251C"/>
    <w:rsid w:val="00F95CA4"/>
    <w:rsid w:val="00F9607A"/>
    <w:rsid w:val="00FA201B"/>
    <w:rsid w:val="00FA6768"/>
    <w:rsid w:val="00FB3DCB"/>
    <w:rsid w:val="00FB70BD"/>
    <w:rsid w:val="00FC0E0B"/>
    <w:rsid w:val="00FC1A05"/>
    <w:rsid w:val="00FC3D7E"/>
    <w:rsid w:val="00FE0396"/>
    <w:rsid w:val="00FE7BC1"/>
    <w:rsid w:val="00FF06BF"/>
    <w:rsid w:val="00FF2DEE"/>
    <w:rsid w:val="00FF3147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557D777"/>
  <w15:docId w15:val="{5870C61D-91A1-4505-B4F4-098CE695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11207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94891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E3257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56FC5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F11629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8E50C9"/>
    <w:pPr>
      <w:keepNext/>
      <w:framePr w:wrap="auto" w:vAnchor="page" w:hAnchor="page" w:x="993" w:y="568"/>
      <w:tabs>
        <w:tab w:val="num" w:pos="1008"/>
      </w:tabs>
      <w:autoSpaceDE w:val="0"/>
      <w:autoSpaceDN w:val="0"/>
      <w:spacing w:before="113" w:after="0" w:line="240" w:lineRule="auto"/>
      <w:ind w:left="1008" w:hanging="1008"/>
      <w:jc w:val="center"/>
      <w:outlineLvl w:val="4"/>
    </w:pPr>
    <w:rPr>
      <w:rFonts w:ascii="Arial" w:eastAsia="Times New Roman" w:hAnsi="Arial" w:cs="Arial"/>
      <w:b/>
      <w:bCs/>
      <w:lang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8E50C9"/>
    <w:pPr>
      <w:keepNext/>
      <w:framePr w:w="9707" w:h="12191" w:hSpace="181" w:wrap="auto" w:vAnchor="text" w:hAnchor="page" w:x="1453" w:y="2003"/>
      <w:tabs>
        <w:tab w:val="num" w:pos="1152"/>
      </w:tabs>
      <w:autoSpaceDE w:val="0"/>
      <w:autoSpaceDN w:val="0"/>
      <w:spacing w:after="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8E50C9"/>
    <w:pPr>
      <w:keepNext/>
      <w:framePr w:wrap="auto" w:vAnchor="page" w:hAnchor="page" w:x="993" w:y="568"/>
      <w:tabs>
        <w:tab w:val="num" w:pos="1296"/>
      </w:tabs>
      <w:autoSpaceDE w:val="0"/>
      <w:autoSpaceDN w:val="0"/>
      <w:spacing w:before="100" w:after="0" w:line="240" w:lineRule="auto"/>
      <w:ind w:left="1296" w:hanging="1296"/>
      <w:jc w:val="center"/>
      <w:outlineLvl w:val="6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8E50C9"/>
    <w:pPr>
      <w:keepNext/>
      <w:tabs>
        <w:tab w:val="num" w:pos="1440"/>
      </w:tabs>
      <w:autoSpaceDE w:val="0"/>
      <w:autoSpaceDN w:val="0"/>
      <w:spacing w:after="0" w:line="240" w:lineRule="auto"/>
      <w:ind w:left="1440" w:hanging="1440"/>
      <w:jc w:val="center"/>
      <w:outlineLvl w:val="7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8E50C9"/>
    <w:pPr>
      <w:keepNext/>
      <w:tabs>
        <w:tab w:val="num" w:pos="1584"/>
      </w:tabs>
      <w:autoSpaceDE w:val="0"/>
      <w:autoSpaceDN w:val="0"/>
      <w:spacing w:after="0" w:line="240" w:lineRule="auto"/>
      <w:ind w:left="1584" w:hanging="1584"/>
      <w:jc w:val="center"/>
      <w:outlineLvl w:val="8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B94891"/>
    <w:rPr>
      <w:rFonts w:ascii="Calibri Light" w:hAnsi="Calibri Light"/>
      <w:color w:val="2E74B5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32577"/>
    <w:rPr>
      <w:rFonts w:ascii="Calibri Light" w:hAnsi="Calibri Light"/>
      <w:color w:val="2E74B5"/>
      <w:sz w:val="26"/>
    </w:rPr>
  </w:style>
  <w:style w:type="character" w:customStyle="1" w:styleId="Nadpis3Char">
    <w:name w:val="Nadpis 3 Char"/>
    <w:link w:val="Nadpis3"/>
    <w:uiPriority w:val="99"/>
    <w:locked/>
    <w:rsid w:val="00156FC5"/>
    <w:rPr>
      <w:rFonts w:ascii="Times New Roman" w:hAnsi="Times New Roman"/>
      <w:sz w:val="20"/>
      <w:lang w:val="x-none" w:eastAsia="cs-CZ"/>
    </w:rPr>
  </w:style>
  <w:style w:type="character" w:customStyle="1" w:styleId="Nadpis4Char">
    <w:name w:val="Nadpis 4 Char"/>
    <w:link w:val="Nadpis4"/>
    <w:uiPriority w:val="99"/>
    <w:locked/>
    <w:rsid w:val="00F11629"/>
    <w:rPr>
      <w:rFonts w:ascii="Times New Roman" w:hAnsi="Times New Roman"/>
      <w:b/>
      <w:sz w:val="28"/>
      <w:lang w:val="x-none" w:eastAsia="cs-CZ"/>
    </w:rPr>
  </w:style>
  <w:style w:type="character" w:customStyle="1" w:styleId="Nadpis5Char">
    <w:name w:val="Nadpis 5 Char"/>
    <w:link w:val="Nadpis5"/>
    <w:uiPriority w:val="99"/>
    <w:locked/>
    <w:rsid w:val="008E50C9"/>
    <w:rPr>
      <w:rFonts w:ascii="Arial" w:hAnsi="Arial"/>
      <w:b/>
      <w:lang w:val="x-none" w:eastAsia="cs-CZ"/>
    </w:rPr>
  </w:style>
  <w:style w:type="character" w:customStyle="1" w:styleId="Nadpis6Char">
    <w:name w:val="Nadpis 6 Char"/>
    <w:link w:val="Nadpis6"/>
    <w:uiPriority w:val="99"/>
    <w:locked/>
    <w:rsid w:val="008E50C9"/>
    <w:rPr>
      <w:rFonts w:ascii="Arial" w:hAnsi="Arial"/>
      <w:b/>
      <w:sz w:val="18"/>
      <w:lang w:val="x-none" w:eastAsia="cs-CZ"/>
    </w:rPr>
  </w:style>
  <w:style w:type="character" w:customStyle="1" w:styleId="Nadpis7Char">
    <w:name w:val="Nadpis 7 Char"/>
    <w:link w:val="Nadpis7"/>
    <w:uiPriority w:val="99"/>
    <w:locked/>
    <w:rsid w:val="008E50C9"/>
    <w:rPr>
      <w:rFonts w:ascii="Arial" w:hAnsi="Arial"/>
      <w:b/>
      <w:sz w:val="16"/>
      <w:lang w:val="x-none" w:eastAsia="cs-CZ"/>
    </w:rPr>
  </w:style>
  <w:style w:type="character" w:customStyle="1" w:styleId="Nadpis8Char">
    <w:name w:val="Nadpis 8 Char"/>
    <w:link w:val="Nadpis8"/>
    <w:uiPriority w:val="99"/>
    <w:locked/>
    <w:rsid w:val="008E50C9"/>
    <w:rPr>
      <w:rFonts w:ascii="Arial" w:hAnsi="Arial"/>
      <w:b/>
      <w:sz w:val="16"/>
      <w:lang w:val="x-none" w:eastAsia="cs-CZ"/>
    </w:rPr>
  </w:style>
  <w:style w:type="character" w:customStyle="1" w:styleId="Nadpis9Char">
    <w:name w:val="Nadpis 9 Char"/>
    <w:link w:val="Nadpis9"/>
    <w:uiPriority w:val="99"/>
    <w:locked/>
    <w:rsid w:val="008E50C9"/>
    <w:rPr>
      <w:rFonts w:ascii="Arial" w:hAnsi="Arial"/>
      <w:b/>
      <w:sz w:val="16"/>
      <w:lang w:val="x-none" w:eastAsia="cs-CZ"/>
    </w:rPr>
  </w:style>
  <w:style w:type="paragraph" w:styleId="Hlavika">
    <w:name w:val="header"/>
    <w:basedOn w:val="Normlny"/>
    <w:link w:val="HlavikaChar"/>
    <w:uiPriority w:val="99"/>
    <w:rsid w:val="00036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locked/>
    <w:rsid w:val="00036094"/>
    <w:rPr>
      <w:rFonts w:cs="Times New Roman"/>
    </w:rPr>
  </w:style>
  <w:style w:type="paragraph" w:styleId="Pta">
    <w:name w:val="footer"/>
    <w:basedOn w:val="Normlny"/>
    <w:link w:val="PtaChar"/>
    <w:uiPriority w:val="99"/>
    <w:rsid w:val="00036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locked/>
    <w:rsid w:val="00036094"/>
    <w:rPr>
      <w:rFonts w:cs="Times New Roman"/>
    </w:rPr>
  </w:style>
  <w:style w:type="character" w:styleId="Zstupntext">
    <w:name w:val="Placeholder Text"/>
    <w:uiPriority w:val="99"/>
    <w:semiHidden/>
    <w:rsid w:val="005A1746"/>
    <w:rPr>
      <w:color w:val="808080"/>
    </w:rPr>
  </w:style>
  <w:style w:type="table" w:styleId="Mriekatabuky">
    <w:name w:val="Table Grid"/>
    <w:basedOn w:val="Normlnatabuka"/>
    <w:uiPriority w:val="99"/>
    <w:rsid w:val="005A1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rsid w:val="00A401B9"/>
    <w:rPr>
      <w:rFonts w:cs="Times New Roman"/>
      <w:color w:val="0563C1"/>
      <w:u w:val="single"/>
    </w:rPr>
  </w:style>
  <w:style w:type="paragraph" w:styleId="Odsekzoznamu">
    <w:name w:val="List Paragraph"/>
    <w:basedOn w:val="Normlny"/>
    <w:uiPriority w:val="99"/>
    <w:qFormat/>
    <w:rsid w:val="00A904B3"/>
    <w:pPr>
      <w:ind w:left="720"/>
      <w:contextualSpacing/>
    </w:pPr>
  </w:style>
  <w:style w:type="paragraph" w:customStyle="1" w:styleId="Uslo">
    <w:name w:val="U_číslo"/>
    <w:basedOn w:val="Normlny"/>
    <w:next w:val="Normlny"/>
    <w:uiPriority w:val="99"/>
    <w:rsid w:val="006D03FC"/>
    <w:pPr>
      <w:spacing w:before="720" w:after="0" w:line="240" w:lineRule="auto"/>
      <w:jc w:val="center"/>
    </w:pPr>
    <w:rPr>
      <w:rFonts w:ascii="Arial Narrow" w:eastAsia="Times New Roman" w:hAnsi="Arial Narrow"/>
      <w:sz w:val="44"/>
      <w:szCs w:val="20"/>
      <w:lang w:val="cs-CZ" w:eastAsia="cs-CZ"/>
    </w:rPr>
  </w:style>
  <w:style w:type="paragraph" w:customStyle="1" w:styleId="Unzev">
    <w:name w:val="U_název"/>
    <w:basedOn w:val="Normlny"/>
    <w:uiPriority w:val="99"/>
    <w:rsid w:val="006D03FC"/>
    <w:pPr>
      <w:spacing w:before="240" w:after="0" w:line="240" w:lineRule="auto"/>
      <w:jc w:val="center"/>
    </w:pPr>
    <w:rPr>
      <w:rFonts w:ascii="Arial Narrow" w:eastAsia="Times New Roman" w:hAnsi="Arial Narrow"/>
      <w:caps/>
      <w:sz w:val="44"/>
      <w:szCs w:val="20"/>
      <w:lang w:val="cs-CZ" w:eastAsia="cs-CZ"/>
    </w:rPr>
  </w:style>
  <w:style w:type="paragraph" w:customStyle="1" w:styleId="Utyp">
    <w:name w:val="U_typ"/>
    <w:basedOn w:val="Normlny"/>
    <w:uiPriority w:val="99"/>
    <w:rsid w:val="006D03FC"/>
    <w:pPr>
      <w:spacing w:before="4680" w:after="0" w:line="240" w:lineRule="auto"/>
      <w:jc w:val="center"/>
    </w:pPr>
    <w:rPr>
      <w:rFonts w:ascii="Arial" w:eastAsia="Times New Roman" w:hAnsi="Arial"/>
      <w:caps/>
      <w:sz w:val="84"/>
      <w:szCs w:val="20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3F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F3400"/>
    <w:rPr>
      <w:rFonts w:ascii="Tahoma" w:hAnsi="Tahoma"/>
      <w:sz w:val="16"/>
    </w:rPr>
  </w:style>
  <w:style w:type="paragraph" w:styleId="Zkladntext2">
    <w:name w:val="Body Text 2"/>
    <w:basedOn w:val="Normlny"/>
    <w:link w:val="Zkladntext2Char"/>
    <w:uiPriority w:val="99"/>
    <w:rsid w:val="00FB3DCB"/>
    <w:pPr>
      <w:spacing w:after="0" w:line="240" w:lineRule="auto"/>
      <w:jc w:val="center"/>
    </w:pPr>
    <w:rPr>
      <w:rFonts w:ascii="Times New Roman" w:eastAsia="Times New Roman" w:hAnsi="Times New Roman"/>
      <w:b/>
      <w:sz w:val="44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locked/>
    <w:rsid w:val="00FB3DCB"/>
    <w:rPr>
      <w:rFonts w:ascii="Times New Roman" w:hAnsi="Times New Roman"/>
      <w:b/>
      <w:sz w:val="20"/>
      <w:lang w:val="x-none" w:eastAsia="cs-CZ"/>
    </w:rPr>
  </w:style>
  <w:style w:type="paragraph" w:styleId="Zkladntext">
    <w:name w:val="Body Text"/>
    <w:basedOn w:val="Normlny"/>
    <w:link w:val="ZkladntextChar"/>
    <w:uiPriority w:val="99"/>
    <w:rsid w:val="005A07A0"/>
    <w:pPr>
      <w:spacing w:after="120"/>
    </w:pPr>
  </w:style>
  <w:style w:type="character" w:customStyle="1" w:styleId="ZkladntextChar">
    <w:name w:val="Základný text Char"/>
    <w:link w:val="Zkladntext"/>
    <w:uiPriority w:val="99"/>
    <w:locked/>
    <w:rsid w:val="005A07A0"/>
    <w:rPr>
      <w:rFonts w:cs="Times New Roman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4465FF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4465FF"/>
    <w:rPr>
      <w:rFonts w:cs="Times New Roman"/>
    </w:rPr>
  </w:style>
  <w:style w:type="character" w:customStyle="1" w:styleId="tlArial">
    <w:name w:val="Štýl Arial"/>
    <w:uiPriority w:val="99"/>
    <w:rsid w:val="004465FF"/>
    <w:rPr>
      <w:rFonts w:ascii="Verdana" w:hAnsi="Verdana"/>
      <w:sz w:val="22"/>
    </w:rPr>
  </w:style>
  <w:style w:type="character" w:styleId="Odkaznakomentr">
    <w:name w:val="annotation reference"/>
    <w:uiPriority w:val="99"/>
    <w:semiHidden/>
    <w:rsid w:val="005F5100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5F51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5F5100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5F5100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5F5100"/>
    <w:rPr>
      <w:b/>
      <w:sz w:val="20"/>
    </w:rPr>
  </w:style>
  <w:style w:type="paragraph" w:styleId="Oznaitext">
    <w:name w:val="Block Text"/>
    <w:basedOn w:val="Normlny"/>
    <w:uiPriority w:val="99"/>
    <w:rsid w:val="0094388F"/>
    <w:pPr>
      <w:spacing w:after="0" w:line="240" w:lineRule="auto"/>
      <w:ind w:left="567" w:right="-1"/>
    </w:pPr>
    <w:rPr>
      <w:rFonts w:ascii="Arial" w:eastAsia="Times New Roman" w:hAnsi="Arial" w:cs="Arial"/>
      <w:sz w:val="24"/>
      <w:szCs w:val="24"/>
      <w:lang w:val="cs-CZ" w:eastAsia="cs-CZ"/>
    </w:rPr>
  </w:style>
  <w:style w:type="paragraph" w:customStyle="1" w:styleId="odsazeny">
    <w:name w:val="odsazeny"/>
    <w:basedOn w:val="Normlny"/>
    <w:autoRedefine/>
    <w:uiPriority w:val="99"/>
    <w:rsid w:val="0010441E"/>
    <w:pPr>
      <w:tabs>
        <w:tab w:val="left" w:pos="9356"/>
        <w:tab w:val="left" w:pos="9498"/>
      </w:tabs>
      <w:spacing w:after="0" w:line="240" w:lineRule="auto"/>
      <w:ind w:left="360" w:right="531"/>
      <w:jc w:val="both"/>
    </w:pPr>
    <w:rPr>
      <w:rFonts w:ascii="Arial" w:eastAsia="Times New Roman" w:hAnsi="Arial" w:cs="Arial"/>
      <w:lang w:eastAsia="cs-CZ"/>
    </w:rPr>
  </w:style>
  <w:style w:type="paragraph" w:styleId="Zkladntext3">
    <w:name w:val="Body Text 3"/>
    <w:basedOn w:val="Normlny"/>
    <w:link w:val="Zkladntext3Char"/>
    <w:uiPriority w:val="99"/>
    <w:rsid w:val="00020D55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locked/>
    <w:rsid w:val="00020D55"/>
    <w:rPr>
      <w:sz w:val="16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D92792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D92792"/>
    <w:rPr>
      <w:rFonts w:cs="Times New Roman"/>
    </w:rPr>
  </w:style>
  <w:style w:type="paragraph" w:customStyle="1" w:styleId="Sprava">
    <w:name w:val="Sprava"/>
    <w:basedOn w:val="Normlny"/>
    <w:uiPriority w:val="99"/>
    <w:rsid w:val="00F1162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F1162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ObyajntextChar">
    <w:name w:val="Obyčajný text Char"/>
    <w:link w:val="Obyajntext"/>
    <w:uiPriority w:val="99"/>
    <w:locked/>
    <w:rsid w:val="00F11629"/>
    <w:rPr>
      <w:rFonts w:ascii="Times New Roman" w:hAnsi="Times New Roman"/>
      <w:sz w:val="20"/>
      <w:lang w:val="x-none" w:eastAsia="cs-CZ"/>
    </w:rPr>
  </w:style>
  <w:style w:type="paragraph" w:customStyle="1" w:styleId="Nadpis">
    <w:name w:val="Nadpis"/>
    <w:basedOn w:val="Normlny"/>
    <w:link w:val="NadpisChar"/>
    <w:uiPriority w:val="99"/>
    <w:rsid w:val="00F11629"/>
    <w:pPr>
      <w:spacing w:after="0" w:line="240" w:lineRule="auto"/>
    </w:pPr>
    <w:rPr>
      <w:rFonts w:ascii="Tms Rmn" w:hAnsi="Tms Rmn"/>
      <w:sz w:val="20"/>
      <w:szCs w:val="20"/>
      <w:lang w:eastAsia="cs-CZ"/>
    </w:rPr>
  </w:style>
  <w:style w:type="paragraph" w:customStyle="1" w:styleId="Odstavec">
    <w:name w:val="Odstavec"/>
    <w:basedOn w:val="Normlny"/>
    <w:uiPriority w:val="99"/>
    <w:rsid w:val="00F1162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31">
    <w:name w:val="Základný text 31"/>
    <w:basedOn w:val="Normlny"/>
    <w:uiPriority w:val="99"/>
    <w:rsid w:val="00F1162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Char">
    <w:name w:val="Nadpis Char"/>
    <w:link w:val="Nadpis"/>
    <w:uiPriority w:val="99"/>
    <w:locked/>
    <w:rsid w:val="00F11629"/>
    <w:rPr>
      <w:rFonts w:ascii="Tms Rmn" w:hAnsi="Tms Rmn"/>
      <w:sz w:val="20"/>
      <w:lang w:val="x-none" w:eastAsia="cs-CZ"/>
    </w:rPr>
  </w:style>
  <w:style w:type="paragraph" w:customStyle="1" w:styleId="Text">
    <w:name w:val="Text"/>
    <w:basedOn w:val="Normlny"/>
    <w:uiPriority w:val="99"/>
    <w:rsid w:val="00F11629"/>
    <w:pPr>
      <w:spacing w:after="0" w:line="240" w:lineRule="auto"/>
      <w:ind w:firstLine="510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rsid w:val="00205A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uiPriority w:val="99"/>
    <w:rsid w:val="00205AC6"/>
  </w:style>
  <w:style w:type="paragraph" w:styleId="Zarkazkladnhotextu3">
    <w:name w:val="Body Text Indent 3"/>
    <w:basedOn w:val="Normlny"/>
    <w:link w:val="Zarkazkladnhotextu3Char"/>
    <w:uiPriority w:val="99"/>
    <w:semiHidden/>
    <w:rsid w:val="008E50C9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8E50C9"/>
    <w:rPr>
      <w:sz w:val="16"/>
    </w:rPr>
  </w:style>
  <w:style w:type="paragraph" w:customStyle="1" w:styleId="Zkladntext32">
    <w:name w:val="Základný text 32"/>
    <w:basedOn w:val="Normlny"/>
    <w:uiPriority w:val="99"/>
    <w:rsid w:val="003927E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Odstavec1">
    <w:name w:val="Odstavec1"/>
    <w:basedOn w:val="Normlny"/>
    <w:uiPriority w:val="99"/>
    <w:rsid w:val="003927E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77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&#225;&#353;\Desktop\hela%20vizual\Dokument%20HW%20engineer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26A59-467E-4938-A3A8-58263F2E1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 HW engineering</Template>
  <TotalTime>32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VSE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Zla</dc:creator>
  <cp:keywords/>
  <dc:description/>
  <cp:lastModifiedBy>Mlynar Pavol</cp:lastModifiedBy>
  <cp:revision>24</cp:revision>
  <cp:lastPrinted>2016-01-05T18:33:00Z</cp:lastPrinted>
  <dcterms:created xsi:type="dcterms:W3CDTF">2023-06-28T18:20:00Z</dcterms:created>
  <dcterms:modified xsi:type="dcterms:W3CDTF">2023-07-10T11:35:00Z</dcterms:modified>
</cp:coreProperties>
</file>